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32F2" w:rsidRDefault="003761D6">
      <w:pPr>
        <w:pStyle w:val="Title"/>
      </w:pPr>
      <w:r>
        <w:t>K</w:t>
      </w:r>
      <w:r w:rsidR="00895038">
        <w:t>ool</w:t>
      </w:r>
      <w:r w:rsidR="00FE6C81">
        <w:t xml:space="preserve"> Kicks</w:t>
      </w:r>
    </w:p>
    <w:p w:rsidR="00DB32F2" w:rsidRDefault="00FE6C81">
      <w:pPr>
        <w:pStyle w:val="Heading1"/>
      </w:pPr>
      <w:r>
        <w:t>K One</w:t>
      </w:r>
    </w:p>
    <w:p w:rsidR="00DB32F2" w:rsidRPr="00ED1F94" w:rsidRDefault="00FE6C81">
      <w:pPr>
        <w:rPr>
          <w:color w:val="000000" w:themeColor="text1"/>
        </w:rPr>
      </w:pPr>
      <w:r>
        <w:t xml:space="preserve">The final project is a website </w:t>
      </w:r>
      <w:hyperlink r:id="rId7" w:history="1">
        <w:r w:rsidR="00ED1F94" w:rsidRPr="00B94D38">
          <w:rPr>
            <w:rStyle w:val="Hyperlink"/>
          </w:rPr>
          <w:t>http://rvccmccs01.raritanval.edu/~jcoa7519/nicekicks.html</w:t>
        </w:r>
      </w:hyperlink>
      <w:r w:rsidR="00ED1F94">
        <w:rPr>
          <w:color w:val="00B050"/>
        </w:rPr>
        <w:t xml:space="preserve"> </w:t>
      </w:r>
      <w:r w:rsidR="008B232B">
        <w:rPr>
          <w:color w:val="000000" w:themeColor="text1"/>
        </w:rPr>
        <w:t xml:space="preserve">where visitors can customize the sneaker using a three color option. </w:t>
      </w:r>
      <w:r w:rsidR="00EF0AE3">
        <w:rPr>
          <w:color w:val="000000" w:themeColor="text1"/>
        </w:rPr>
        <w:t xml:space="preserve">The website is linked to a pdf where the customizing is done. We designed everything from scratch; the shoe and the website. </w:t>
      </w:r>
    </w:p>
    <w:p w:rsidR="00BD5066" w:rsidRDefault="00BD5066" w:rsidP="00BD5066">
      <w:r>
        <w:t xml:space="preserve">By: </w:t>
      </w:r>
      <w:r w:rsidR="00103240">
        <w:t>Chaz and Jamal</w:t>
      </w:r>
    </w:p>
    <w:p w:rsidR="00BD5066" w:rsidRDefault="00BD5066" w:rsidP="00361A1E">
      <w:pPr>
        <w:jc w:val="center"/>
      </w:pPr>
    </w:p>
    <w:p w:rsidR="00DB32F2" w:rsidRDefault="003B44A2" w:rsidP="00361A1E">
      <w:pPr>
        <w:jc w:val="center"/>
      </w:pPr>
      <w:r>
        <w:rPr>
          <w:noProof/>
          <w:lang w:eastAsia="en-US"/>
        </w:rPr>
        <w:drawing>
          <wp:inline distT="0" distB="0" distL="0" distR="0">
            <wp:extent cx="5486400" cy="3657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0002048_96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B32F2">
      <w:footerReference w:type="default" r:id="rId9"/>
      <w:pgSz w:w="12240" w:h="15840"/>
      <w:pgMar w:top="1080" w:right="864" w:bottom="1584" w:left="86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61D6" w:rsidRDefault="003761D6">
      <w:pPr>
        <w:spacing w:after="0" w:line="240" w:lineRule="auto"/>
      </w:pPr>
      <w:r>
        <w:separator/>
      </w:r>
    </w:p>
  </w:endnote>
  <w:endnote w:type="continuationSeparator" w:id="0">
    <w:p w:rsidR="003761D6" w:rsidRDefault="00376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28524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B32F2" w:rsidRDefault="003B44A2"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61D6" w:rsidRDefault="003761D6">
      <w:pPr>
        <w:spacing w:after="0" w:line="240" w:lineRule="auto"/>
      </w:pPr>
      <w:r>
        <w:separator/>
      </w:r>
    </w:p>
  </w:footnote>
  <w:footnote w:type="continuationSeparator" w:id="0">
    <w:p w:rsidR="003761D6" w:rsidRDefault="003761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6EE2A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A831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19E43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0C6C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D80F29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2A46C7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C25A4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75E5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2F819E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C97C33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190004"/>
    <w:multiLevelType w:val="hybridMultilevel"/>
    <w:tmpl w:val="84A4F6C8"/>
    <w:lvl w:ilvl="0" w:tplc="1C7E5174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385202"/>
    <w:multiLevelType w:val="hybridMultilevel"/>
    <w:tmpl w:val="C13A5756"/>
    <w:lvl w:ilvl="0" w:tplc="EFC059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8"/>
  </w:num>
  <w:num w:numId="3">
    <w:abstractNumId w:val="9"/>
  </w:num>
  <w:num w:numId="4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</w:num>
  <w:num w:numId="5">
    <w:abstractNumId w:val="10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8"/>
    <w:lvlOverride w:ilvl="0">
      <w:startOverride w:val="1"/>
    </w:lvlOverride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4"/>
  <w:proofState w:spelling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1D6"/>
    <w:rsid w:val="00103240"/>
    <w:rsid w:val="00361A1E"/>
    <w:rsid w:val="003761D6"/>
    <w:rsid w:val="003E6863"/>
    <w:rsid w:val="005952F8"/>
    <w:rsid w:val="00895038"/>
    <w:rsid w:val="008B232B"/>
    <w:rsid w:val="00904264"/>
    <w:rsid w:val="00BD5066"/>
    <w:rsid w:val="00DB32F2"/>
    <w:rsid w:val="00ED1F94"/>
    <w:rsid w:val="00EF0AE3"/>
    <w:rsid w:val="00FE3184"/>
    <w:rsid w:val="00FE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8C6ADE"/>
  <w15:chartTrackingRefBased/>
  <w15:docId w15:val="{1B024B9B-2423-FA4E-BF7F-757FED628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666660" w:themeColor="text2" w:themeTint="BF"/>
        <w:sz w:val="24"/>
        <w:szCs w:val="24"/>
        <w:lang w:val="en-US" w:eastAsia="ja-JP" w:bidi="ar-SA"/>
      </w:rPr>
    </w:rPrDefault>
    <w:pPrDefault>
      <w:pPr>
        <w:spacing w:after="36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00" w:after="160"/>
      <w:contextualSpacing/>
      <w:outlineLvl w:val="0"/>
    </w:pPr>
    <w:rPr>
      <w:rFonts w:asciiTheme="majorHAnsi" w:eastAsiaTheme="majorEastAsia" w:hAnsiTheme="majorHAnsi" w:cstheme="majorBidi"/>
      <w:b/>
      <w:color w:val="454541" w:themeColor="text2" w:themeTint="E6"/>
      <w:sz w:val="44"/>
      <w:szCs w:val="3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340" w:after="120"/>
      <w:contextualSpacing/>
      <w:outlineLvl w:val="3"/>
    </w:pPr>
    <w:rPr>
      <w:rFonts w:asciiTheme="majorHAnsi" w:eastAsiaTheme="majorEastAsia" w:hAnsiTheme="majorHAnsi" w:cstheme="majorBidi"/>
      <w:iCs/>
      <w:color w:val="FF7A00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340" w:after="120"/>
      <w:contextualSpacing/>
      <w:outlineLvl w:val="4"/>
    </w:pPr>
    <w:rPr>
      <w:rFonts w:asciiTheme="majorHAnsi" w:eastAsiaTheme="majorEastAsia" w:hAnsiTheme="majorHAnsi" w:cstheme="majorBidi"/>
      <w:i/>
      <w:color w:val="FF7A00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340" w:after="120"/>
      <w:contextualSpacing/>
      <w:outlineLvl w:val="5"/>
    </w:pPr>
    <w:rPr>
      <w:rFonts w:asciiTheme="majorHAnsi" w:eastAsiaTheme="majorEastAsia" w:hAnsiTheme="majorHAnsi" w:cstheme="majorBidi"/>
      <w:b/>
      <w:color w:val="FF7A00" w:themeColor="accent1"/>
      <w:sz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340" w:after="120"/>
      <w:contextualSpacing/>
      <w:outlineLvl w:val="6"/>
    </w:pPr>
    <w:rPr>
      <w:rFonts w:asciiTheme="majorHAnsi" w:eastAsiaTheme="majorEastAsia" w:hAnsiTheme="majorHAnsi" w:cstheme="majorBidi"/>
      <w:b/>
      <w:i/>
      <w:iCs/>
      <w:color w:val="FF7A00" w:themeColor="accent1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340" w:after="120"/>
      <w:contextualSpacing/>
      <w:outlineLvl w:val="7"/>
    </w:pPr>
    <w:rPr>
      <w:rFonts w:asciiTheme="majorHAnsi" w:eastAsiaTheme="majorEastAsia" w:hAnsiTheme="majorHAnsi" w:cstheme="majorBidi"/>
      <w:color w:val="FF7A00" w:themeColor="accent1"/>
      <w:sz w:val="20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340" w:after="120"/>
      <w:contextualSpacing/>
      <w:outlineLvl w:val="8"/>
    </w:pPr>
    <w:rPr>
      <w:rFonts w:asciiTheme="majorHAnsi" w:eastAsiaTheme="majorEastAsia" w:hAnsiTheme="majorHAnsi" w:cstheme="majorBidi"/>
      <w:i/>
      <w:iCs/>
      <w:color w:val="FF7A00" w:themeColor="accent1"/>
      <w:sz w:val="20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pPr>
      <w:pBdr>
        <w:bottom w:val="single" w:sz="48" w:space="22" w:color="FF7A00" w:themeColor="accent1"/>
      </w:pBdr>
      <w:spacing w:after="400" w:line="240" w:lineRule="auto"/>
      <w:contextualSpacing/>
    </w:pPr>
    <w:rPr>
      <w:rFonts w:asciiTheme="majorHAnsi" w:eastAsiaTheme="majorEastAsia" w:hAnsiTheme="majorHAnsi" w:cstheme="majorBidi"/>
      <w:b/>
      <w:color w:val="454541" w:themeColor="text2" w:themeTint="E6"/>
      <w:kern w:val="28"/>
      <w:sz w:val="60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color w:val="454541" w:themeColor="text2" w:themeTint="E6"/>
      <w:kern w:val="28"/>
      <w:sz w:val="60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olor w:val="454541" w:themeColor="text2" w:themeTint="E6"/>
      <w:sz w:val="44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  <w:color w:val="FF7A00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color w:val="FF7A00" w:themeColor="accent1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/>
      <w:iCs/>
      <w:color w:val="FF7A00" w:themeColor="accent1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FF7A00" w:themeColor="accent1"/>
      <w:sz w:val="20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FF7A00" w:themeColor="accent1"/>
      <w:sz w:val="20"/>
      <w:szCs w:val="21"/>
    </w:rPr>
  </w:style>
  <w:style w:type="paragraph" w:styleId="Subtitle">
    <w:name w:val="Subtitle"/>
    <w:basedOn w:val="Normal"/>
    <w:link w:val="SubtitleChar"/>
    <w:uiPriority w:val="11"/>
    <w:semiHidden/>
    <w:unhideWhenUsed/>
    <w:qFormat/>
    <w:pPr>
      <w:numPr>
        <w:ilvl w:val="1"/>
      </w:numPr>
      <w:spacing w:after="480"/>
      <w:contextualSpacing/>
    </w:pPr>
    <w:rPr>
      <w:rFonts w:eastAsiaTheme="minorEastAsia"/>
      <w:color w:val="FF7A00" w:themeColor="accent1"/>
      <w:sz w:val="34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color w:val="FF7A00" w:themeColor="accent1"/>
      <w:sz w:val="34"/>
      <w:szCs w:val="22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666660" w:themeColor="text2" w:themeTint="BF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/>
      <w:iCs/>
      <w:color w:val="454541" w:themeColor="text2" w:themeTint="E6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666660" w:themeColor="text2" w:themeTint="BF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320" w:after="320"/>
    </w:pPr>
    <w:rPr>
      <w:i/>
      <w:iCs/>
      <w:sz w:val="34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sz w:val="34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320" w:after="320"/>
    </w:pPr>
    <w:rPr>
      <w:b/>
      <w:i/>
      <w:iCs/>
      <w:color w:val="454541" w:themeColor="text2" w:themeTint="E6"/>
      <w:sz w:val="34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color w:val="454541" w:themeColor="text2" w:themeTint="E6"/>
      <w:sz w:val="34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666660" w:themeColor="text2" w:themeTint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666660" w:themeColor="text2" w:themeTint="BF"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0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BookTitle">
    <w:name w:val="Book Title"/>
    <w:basedOn w:val="DefaultParagraphFont"/>
    <w:uiPriority w:val="33"/>
    <w:semiHidden/>
    <w:unhideWhenUsed/>
    <w:rPr>
      <w:b w:val="0"/>
      <w:bCs/>
      <w:i w:val="0"/>
      <w:iCs/>
      <w:spacing w:val="0"/>
      <w:u w:val="single"/>
    </w:rPr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Hyperlink">
    <w:name w:val="Hyperlink"/>
    <w:basedOn w:val="DefaultParagraphFont"/>
    <w:uiPriority w:val="99"/>
    <w:unhideWhenUsed/>
    <w:rsid w:val="00ED1F94"/>
    <w:rPr>
      <w:color w:val="34B6C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D1F9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rvccmccs01.raritanval.edu/~jcoa7519/nicekicks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%7bC64977D8-4F48-2848-9BAB-4B8256E165FA%7dtf1639210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CDDAEF5AAC9DA4EB880D3463C0F41C7">
    <w:name w:val="5CDDAEF5AAC9DA4EB880D3463C0F41C7"/>
  </w:style>
  <w:style w:type="paragraph" w:customStyle="1" w:styleId="1EBBE441A48C7940843BE1FEB3BA240D">
    <w:name w:val="1EBBE441A48C7940843BE1FEB3BA240D"/>
  </w:style>
  <w:style w:type="paragraph" w:customStyle="1" w:styleId="A5BBD1417F1ED04A95343DC14CA36E6C">
    <w:name w:val="A5BBD1417F1ED04A95343DC14CA36E6C"/>
  </w:style>
  <w:style w:type="paragraph" w:customStyle="1" w:styleId="D1EAE60C61421C4BB06475A3A630EE55">
    <w:name w:val="D1EAE60C61421C4BB06475A3A630EE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Journal">
      <a:dk1>
        <a:sysClr val="windowText" lastClr="000000"/>
      </a:dk1>
      <a:lt1>
        <a:sysClr val="window" lastClr="FFFFFF"/>
      </a:lt1>
      <a:dk2>
        <a:srgbClr val="31312E"/>
      </a:dk2>
      <a:lt2>
        <a:srgbClr val="FDFBF9"/>
      </a:lt2>
      <a:accent1>
        <a:srgbClr val="FF7A00"/>
      </a:accent1>
      <a:accent2>
        <a:srgbClr val="FF6275"/>
      </a:accent2>
      <a:accent3>
        <a:srgbClr val="9CC346"/>
      </a:accent3>
      <a:accent4>
        <a:srgbClr val="A96EB6"/>
      </a:accent4>
      <a:accent5>
        <a:srgbClr val="F89A4A"/>
      </a:accent5>
      <a:accent6>
        <a:srgbClr val="E7D364"/>
      </a:accent6>
      <a:hlink>
        <a:srgbClr val="34B6C3"/>
      </a:hlink>
      <a:folHlink>
        <a:srgbClr val="A96EB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{C64977D8-4F48-2848-9BAB-4B8256E165FA}tf16392100.dotx</Template>
  <TotalTime>1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Coates, Jamal</dc:creator>
  <cp:keywords/>
  <dc:description/>
  <cp:lastModifiedBy>Coates, Jamal</cp:lastModifiedBy>
  <cp:revision>2</cp:revision>
  <dcterms:created xsi:type="dcterms:W3CDTF">2018-05-10T22:31:00Z</dcterms:created>
  <dcterms:modified xsi:type="dcterms:W3CDTF">2018-05-10T22:31:00Z</dcterms:modified>
</cp:coreProperties>
</file>