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C97" w:rsidRDefault="006A0A3F">
      <w:pPr>
        <w:pStyle w:val="NoSpacing"/>
      </w:pPr>
      <w:r>
        <w:t>Chaz Crooks</w:t>
      </w:r>
    </w:p>
    <w:p w:rsidR="00080C97" w:rsidRDefault="006A0A3F">
      <w:pPr>
        <w:pStyle w:val="NoSpacing"/>
      </w:pPr>
      <w:r>
        <w:t>Professor Caruso</w:t>
      </w:r>
    </w:p>
    <w:p w:rsidR="00080C97" w:rsidRDefault="006A0A3F">
      <w:pPr>
        <w:pStyle w:val="NoSpacing"/>
      </w:pPr>
      <w:r>
        <w:t>CISY 114-02x</w:t>
      </w:r>
    </w:p>
    <w:p w:rsidR="007D4B2F" w:rsidRDefault="006A0A3F">
      <w:pPr>
        <w:pStyle w:val="NoSpacing"/>
      </w:pPr>
      <w:r>
        <w:t>29 March 2018</w:t>
      </w:r>
    </w:p>
    <w:p w:rsidR="006A0A3F" w:rsidRDefault="006A0A3F" w:rsidP="006A0A3F">
      <w:pPr>
        <w:pStyle w:val="Title"/>
      </w:pPr>
      <w:r>
        <w:t>Lab 6</w:t>
      </w:r>
      <w:r w:rsidR="00EC2FE4">
        <w:t xml:space="preserve">: </w:t>
      </w:r>
      <w:r>
        <w:t>Elements of Design Documentation</w:t>
      </w:r>
    </w:p>
    <w:p w:rsidR="006A0A3F" w:rsidRDefault="00991F14" w:rsidP="006A0A3F">
      <w:r>
        <w:t xml:space="preserve">1. </w:t>
      </w:r>
      <w:r w:rsidR="006A0A3F">
        <w:t>Seniors (65+)</w:t>
      </w:r>
    </w:p>
    <w:p w:rsidR="00991F14" w:rsidRDefault="00991F14" w:rsidP="00991F14">
      <w:pPr>
        <w:pStyle w:val="ListParagraph"/>
        <w:numPr>
          <w:ilvl w:val="0"/>
          <w:numId w:val="19"/>
        </w:numPr>
      </w:pPr>
      <w:r>
        <w:t>Senior (65+) with a hearing impairment.</w:t>
      </w:r>
    </w:p>
    <w:p w:rsidR="00991F14" w:rsidRDefault="00991F14" w:rsidP="00991F14">
      <w:pPr>
        <w:pStyle w:val="ListParagraph"/>
        <w:numPr>
          <w:ilvl w:val="0"/>
          <w:numId w:val="19"/>
        </w:numPr>
      </w:pPr>
      <w:r>
        <w:t>Senior (65+)</w:t>
      </w:r>
      <w:r>
        <w:t xml:space="preserve"> with</w:t>
      </w:r>
      <w:r w:rsidR="00B94647">
        <w:t xml:space="preserve"> poor eyesight.</w:t>
      </w:r>
    </w:p>
    <w:p w:rsidR="00B94647" w:rsidRDefault="00B94647" w:rsidP="00991F14">
      <w:pPr>
        <w:pStyle w:val="ListParagraph"/>
        <w:numPr>
          <w:ilvl w:val="0"/>
          <w:numId w:val="19"/>
        </w:numPr>
      </w:pPr>
      <w:r>
        <w:t>Senior (65+)</w:t>
      </w:r>
      <w:r>
        <w:t xml:space="preserve"> who isn’t computer savvy and may suffer from mild stages of Alzheimer’s disease.</w:t>
      </w:r>
    </w:p>
    <w:p w:rsidR="00B94647" w:rsidRDefault="00B94647" w:rsidP="00B94647">
      <w:pPr>
        <w:ind w:left="720" w:firstLine="0"/>
      </w:pPr>
    </w:p>
    <w:p w:rsidR="006A0A3F" w:rsidRDefault="00B94647" w:rsidP="006A0A3F">
      <w:r>
        <w:t xml:space="preserve">2. </w:t>
      </w:r>
      <w:r w:rsidR="00E71D51">
        <w:t>Considerations</w:t>
      </w:r>
    </w:p>
    <w:p w:rsidR="00E71D51" w:rsidRDefault="00E71D51" w:rsidP="00E71D51">
      <w:pPr>
        <w:pStyle w:val="ListParagraph"/>
        <w:numPr>
          <w:ilvl w:val="0"/>
          <w:numId w:val="20"/>
        </w:numPr>
      </w:pPr>
      <w:r>
        <w:t>Senior (65+) with a hearing impairment.</w:t>
      </w:r>
    </w:p>
    <w:p w:rsidR="00E71D51" w:rsidRDefault="00E71D51" w:rsidP="00E71D51">
      <w:pPr>
        <w:pStyle w:val="ListParagraph"/>
        <w:numPr>
          <w:ilvl w:val="0"/>
          <w:numId w:val="21"/>
        </w:numPr>
      </w:pPr>
      <w:r>
        <w:t>Add captions to videos.</w:t>
      </w:r>
    </w:p>
    <w:p w:rsidR="00E71D51" w:rsidRDefault="00E71D51" w:rsidP="00E71D51">
      <w:pPr>
        <w:pStyle w:val="ListParagraph"/>
        <w:numPr>
          <w:ilvl w:val="0"/>
          <w:numId w:val="21"/>
        </w:numPr>
      </w:pPr>
      <w:r>
        <w:t>Add transcripts for embedded</w:t>
      </w:r>
      <w:r w:rsidR="00E17F9D">
        <w:t xml:space="preserve"> media</w:t>
      </w:r>
      <w:r>
        <w:t>.</w:t>
      </w:r>
    </w:p>
    <w:p w:rsidR="00E71D51" w:rsidRDefault="00E17F9D" w:rsidP="00E71D51">
      <w:pPr>
        <w:pStyle w:val="ListParagraph"/>
        <w:numPr>
          <w:ilvl w:val="0"/>
          <w:numId w:val="21"/>
        </w:numPr>
      </w:pPr>
      <w:r>
        <w:t>Use relevant headlines for each slide.</w:t>
      </w:r>
    </w:p>
    <w:p w:rsidR="00E71D51" w:rsidRDefault="00E71D51" w:rsidP="00E71D51">
      <w:pPr>
        <w:pStyle w:val="ListParagraph"/>
        <w:numPr>
          <w:ilvl w:val="0"/>
          <w:numId w:val="20"/>
        </w:numPr>
      </w:pPr>
      <w:r>
        <w:t>Senior (65+) with poor eyesight</w:t>
      </w:r>
      <w:r>
        <w:t>.</w:t>
      </w:r>
    </w:p>
    <w:p w:rsidR="00E17F9D" w:rsidRDefault="00E17F9D" w:rsidP="00E17F9D">
      <w:pPr>
        <w:pStyle w:val="ListParagraph"/>
        <w:numPr>
          <w:ilvl w:val="0"/>
          <w:numId w:val="22"/>
        </w:numPr>
      </w:pPr>
      <w:r>
        <w:t>Use colors that have high contrast.</w:t>
      </w:r>
    </w:p>
    <w:p w:rsidR="00E17F9D" w:rsidRDefault="00E17F9D" w:rsidP="00E17F9D">
      <w:pPr>
        <w:pStyle w:val="ListParagraph"/>
        <w:numPr>
          <w:ilvl w:val="0"/>
          <w:numId w:val="22"/>
        </w:numPr>
      </w:pPr>
      <w:r>
        <w:t>The type of font used. San-serif font.</w:t>
      </w:r>
    </w:p>
    <w:p w:rsidR="00E17F9D" w:rsidRDefault="00E17F9D" w:rsidP="00E17F9D">
      <w:pPr>
        <w:pStyle w:val="ListParagraph"/>
        <w:numPr>
          <w:ilvl w:val="0"/>
          <w:numId w:val="22"/>
        </w:numPr>
      </w:pPr>
      <w:r>
        <w:t>Use outline view.</w:t>
      </w:r>
    </w:p>
    <w:p w:rsidR="00E71D51" w:rsidRDefault="00E71D51" w:rsidP="00E71D51">
      <w:pPr>
        <w:pStyle w:val="ListParagraph"/>
        <w:numPr>
          <w:ilvl w:val="0"/>
          <w:numId w:val="20"/>
        </w:numPr>
      </w:pPr>
      <w:r>
        <w:t>Senior (65+) who isn’t computer savvy and may suffer from mild stages of Alzheimer’s disease.</w:t>
      </w:r>
    </w:p>
    <w:p w:rsidR="00E17F9D" w:rsidRDefault="00404EE7" w:rsidP="00E17F9D">
      <w:pPr>
        <w:pStyle w:val="ListParagraph"/>
        <w:numPr>
          <w:ilvl w:val="0"/>
          <w:numId w:val="23"/>
        </w:numPr>
      </w:pPr>
      <w:r>
        <w:t>Avoiding complexity. Simplifying slides.</w:t>
      </w:r>
    </w:p>
    <w:p w:rsidR="00404EE7" w:rsidRDefault="00404EE7" w:rsidP="00E17F9D">
      <w:pPr>
        <w:pStyle w:val="ListParagraph"/>
        <w:numPr>
          <w:ilvl w:val="0"/>
          <w:numId w:val="23"/>
        </w:numPr>
      </w:pPr>
      <w:r>
        <w:lastRenderedPageBreak/>
        <w:t xml:space="preserve">Reiterating. Allows for seniors to </w:t>
      </w:r>
      <w:r w:rsidR="00C85466">
        <w:t>recollect</w:t>
      </w:r>
      <w:r>
        <w:t xml:space="preserve"> what the presentation is about</w:t>
      </w:r>
      <w:r w:rsidR="00C85466">
        <w:t>.</w:t>
      </w:r>
    </w:p>
    <w:p w:rsidR="00404EE7" w:rsidRDefault="00C85466" w:rsidP="00E17F9D">
      <w:pPr>
        <w:pStyle w:val="ListParagraph"/>
        <w:numPr>
          <w:ilvl w:val="0"/>
          <w:numId w:val="23"/>
        </w:numPr>
      </w:pPr>
      <w:r>
        <w:t>Labeling action buttons with a larger font size. Makes it adaptable.</w:t>
      </w:r>
      <w:bookmarkStart w:id="0" w:name="_GoBack"/>
      <w:bookmarkEnd w:id="0"/>
    </w:p>
    <w:p w:rsidR="00E71D51" w:rsidRDefault="00E71D51" w:rsidP="00E71D51">
      <w:pPr>
        <w:ind w:left="720" w:firstLine="0"/>
      </w:pPr>
    </w:p>
    <w:p w:rsidR="00E71D51" w:rsidRPr="006A0A3F" w:rsidRDefault="00E71D51" w:rsidP="006A0A3F"/>
    <w:sectPr w:rsidR="00E71D51" w:rsidRPr="006A0A3F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873" w:rsidRDefault="00750873">
      <w:pPr>
        <w:spacing w:line="240" w:lineRule="auto"/>
      </w:pPr>
      <w:r>
        <w:separator/>
      </w:r>
    </w:p>
  </w:endnote>
  <w:endnote w:type="continuationSeparator" w:id="0">
    <w:p w:rsidR="00750873" w:rsidRDefault="007508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873" w:rsidRDefault="00750873">
      <w:pPr>
        <w:spacing w:line="240" w:lineRule="auto"/>
      </w:pPr>
      <w:r>
        <w:separator/>
      </w:r>
    </w:p>
  </w:footnote>
  <w:footnote w:type="continuationSeparator" w:id="0">
    <w:p w:rsidR="00750873" w:rsidRDefault="007508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C97" w:rsidRDefault="00750873">
    <w:pPr>
      <w:pStyle w:val="Header"/>
    </w:pPr>
    <w:sdt>
      <w:sdtPr>
        <w:alias w:val="Last Name:"/>
        <w:tag w:val="Last Name:"/>
        <w:id w:val="1658178901"/>
        <w:placeholder>
          <w:docPart w:val="011B4B65B9A44CC69450EEEA3423173E"/>
        </w:placeholder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6A0A3F">
          <w:t>Crooks</w:t>
        </w:r>
      </w:sdtContent>
    </w:sdt>
    <w:r w:rsidR="00EC2FE4">
      <w:t xml:space="preserve"> </w:t>
    </w:r>
    <w:r w:rsidR="00EC2FE4">
      <w:fldChar w:fldCharType="begin"/>
    </w:r>
    <w:r w:rsidR="00EC2FE4">
      <w:instrText xml:space="preserve"> PAGE   \* MERGEFORMAT </w:instrText>
    </w:r>
    <w:r w:rsidR="00EC2FE4">
      <w:fldChar w:fldCharType="separate"/>
    </w:r>
    <w:r w:rsidR="00AB1E45">
      <w:rPr>
        <w:noProof/>
      </w:rPr>
      <w:t>4</w:t>
    </w:r>
    <w:r w:rsidR="00EC2FE4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C97" w:rsidRDefault="00750873">
    <w:pPr>
      <w:pStyle w:val="Header"/>
    </w:pPr>
    <w:sdt>
      <w:sdtPr>
        <w:alias w:val="Last Name:"/>
        <w:tag w:val="Last Name:"/>
        <w:id w:val="-348181431"/>
        <w:placeholder>
          <w:docPart w:val="F454088C516747688DFE5E2C60FC4752"/>
        </w:placeholder>
        <w:dataBinding w:prefixMappings="xmlns:ns0='http://schemas.microsoft.com/office/2006/coverPageProps' " w:xpath="/ns0:CoverPageProperties[1]/ns0:Abstract[1]" w:storeItemID="{55AF091B-3C7A-41E3-B477-F2FDAA23CFDA}"/>
        <w15:appearance w15:val="hidden"/>
        <w:text/>
      </w:sdtPr>
      <w:sdtEndPr/>
      <w:sdtContent>
        <w:r w:rsidR="006A0A3F">
          <w:t>Crooks</w:t>
        </w:r>
      </w:sdtContent>
    </w:sdt>
    <w:r w:rsidR="00EC2FE4">
      <w:t xml:space="preserve"> </w:t>
    </w:r>
    <w:r w:rsidR="00EC2FE4">
      <w:fldChar w:fldCharType="begin"/>
    </w:r>
    <w:r w:rsidR="00EC2FE4">
      <w:instrText xml:space="preserve"> PAGE   \* MERGEFORMAT </w:instrText>
    </w:r>
    <w:r w:rsidR="00EC2FE4">
      <w:fldChar w:fldCharType="separate"/>
    </w:r>
    <w:r w:rsidR="00AB1E45">
      <w:rPr>
        <w:noProof/>
      </w:rPr>
      <w:t>1</w:t>
    </w:r>
    <w:r w:rsidR="00EC2FE4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91A80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4D47FA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303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8A8F44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6803B5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2E5F4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0012B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141A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E076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D0A0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F61C1C"/>
    <w:multiLevelType w:val="hybridMultilevel"/>
    <w:tmpl w:val="2AB492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44567A1"/>
    <w:multiLevelType w:val="hybridMultilevel"/>
    <w:tmpl w:val="5BE03052"/>
    <w:lvl w:ilvl="0" w:tplc="89003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F72265"/>
    <w:multiLevelType w:val="hybridMultilevel"/>
    <w:tmpl w:val="4942FE6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87A3A2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9E3C4C"/>
    <w:multiLevelType w:val="hybridMultilevel"/>
    <w:tmpl w:val="6256DC96"/>
    <w:lvl w:ilvl="0" w:tplc="0562E4D2">
      <w:start w:val="1"/>
      <w:numFmt w:val="lowerLetter"/>
      <w:pStyle w:val="TableNote"/>
      <w:suff w:val="space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500B64"/>
    <w:multiLevelType w:val="multilevel"/>
    <w:tmpl w:val="EA0C65F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3DC85BDF"/>
    <w:multiLevelType w:val="hybridMultilevel"/>
    <w:tmpl w:val="7DD619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9E1BA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47D7F7A"/>
    <w:multiLevelType w:val="hybridMultilevel"/>
    <w:tmpl w:val="6DB8C3B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BC4956"/>
    <w:multiLevelType w:val="multilevel"/>
    <w:tmpl w:val="4572ABF8"/>
    <w:styleLink w:val="MLAOutlin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B1B5787"/>
    <w:multiLevelType w:val="multilevel"/>
    <w:tmpl w:val="4572ABF8"/>
    <w:numStyleLink w:val="MLAOutline"/>
  </w:abstractNum>
  <w:abstractNum w:abstractNumId="21" w15:restartNumberingAfterBreak="0">
    <w:nsid w:val="5CB30E2E"/>
    <w:multiLevelType w:val="hybridMultilevel"/>
    <w:tmpl w:val="6E74C8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CE34C09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9"/>
  </w:num>
  <w:num w:numId="13">
    <w:abstractNumId w:val="20"/>
  </w:num>
  <w:num w:numId="14">
    <w:abstractNumId w:val="17"/>
  </w:num>
  <w:num w:numId="15">
    <w:abstractNumId w:val="13"/>
  </w:num>
  <w:num w:numId="16">
    <w:abstractNumId w:val="15"/>
  </w:num>
  <w:num w:numId="17">
    <w:abstractNumId w:val="22"/>
  </w:num>
  <w:num w:numId="18">
    <w:abstractNumId w:val="11"/>
  </w:num>
  <w:num w:numId="19">
    <w:abstractNumId w:val="18"/>
  </w:num>
  <w:num w:numId="20">
    <w:abstractNumId w:val="12"/>
  </w:num>
  <w:num w:numId="21">
    <w:abstractNumId w:val="21"/>
  </w:num>
  <w:num w:numId="22">
    <w:abstractNumId w:val="1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3F"/>
    <w:rsid w:val="00080C97"/>
    <w:rsid w:val="0034643D"/>
    <w:rsid w:val="003E748F"/>
    <w:rsid w:val="00404EE7"/>
    <w:rsid w:val="006A0A3F"/>
    <w:rsid w:val="006A64A8"/>
    <w:rsid w:val="00750873"/>
    <w:rsid w:val="007D4B2F"/>
    <w:rsid w:val="00965112"/>
    <w:rsid w:val="00991F14"/>
    <w:rsid w:val="00AB1E45"/>
    <w:rsid w:val="00B82F8F"/>
    <w:rsid w:val="00B94647"/>
    <w:rsid w:val="00BD3A4E"/>
    <w:rsid w:val="00C26420"/>
    <w:rsid w:val="00C85466"/>
    <w:rsid w:val="00E17F9D"/>
    <w:rsid w:val="00E71D51"/>
    <w:rsid w:val="00EC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19B517"/>
  <w15:chartTrackingRefBased/>
  <w15:docId w15:val="{3320B03B-8632-4F2D-9082-23B4E3C9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5112"/>
    <w:pPr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EC2FE4"/>
    <w:pPr>
      <w:keepNext/>
      <w:keepLines/>
      <w:ind w:firstLine="0"/>
      <w:outlineLvl w:val="0"/>
    </w:pPr>
    <w:rPr>
      <w:rFonts w:asciiTheme="majorHAnsi" w:eastAsiaTheme="majorEastAsia" w:hAnsiTheme="majorHAnsi" w:cstheme="majorBidi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FE4"/>
    <w:pPr>
      <w:keepNext/>
      <w:keepLines/>
      <w:ind w:firstLine="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FE4"/>
    <w:pPr>
      <w:keepNext/>
      <w:keepLines/>
      <w:ind w:firstLine="0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FE4"/>
    <w:pPr>
      <w:keepNext/>
      <w:keepLines/>
      <w:ind w:firstLine="0"/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FE4"/>
    <w:pPr>
      <w:keepNext/>
      <w:keepLines/>
      <w:ind w:firstLine="0"/>
      <w:outlineLvl w:val="4"/>
    </w:pPr>
    <w:rPr>
      <w:rFonts w:asciiTheme="majorHAnsi" w:eastAsiaTheme="majorEastAsia" w:hAnsiTheme="majorHAnsi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FE4"/>
    <w:pPr>
      <w:keepNext/>
      <w:keepLines/>
      <w:ind w:firstLine="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FE4"/>
    <w:pPr>
      <w:keepNext/>
      <w:keepLines/>
      <w:ind w:firstLine="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FE4"/>
    <w:pPr>
      <w:keepNext/>
      <w:keepLines/>
      <w:ind w:firstLine="0"/>
      <w:outlineLvl w:val="7"/>
    </w:pPr>
    <w:rPr>
      <w:rFonts w:asciiTheme="majorHAnsi" w:eastAsiaTheme="majorEastAsia" w:hAnsiTheme="majorHAnsi" w:cstheme="majorBidi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FE4"/>
    <w:pPr>
      <w:keepNext/>
      <w:keepLines/>
      <w:ind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spacing w:line="240" w:lineRule="auto"/>
      <w:ind w:firstLine="0"/>
      <w:jc w:val="right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EC2FE4"/>
    <w:pPr>
      <w:spacing w:line="240" w:lineRule="auto"/>
      <w:ind w:firstLine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FE4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8"/>
    <w:unhideWhenUsed/>
    <w:qFormat/>
    <w:pPr>
      <w:ind w:firstLine="0"/>
    </w:pPr>
  </w:style>
  <w:style w:type="paragraph" w:styleId="BlockText">
    <w:name w:val="Block Text"/>
    <w:basedOn w:val="Normal"/>
    <w:uiPriority w:val="99"/>
    <w:semiHidden/>
    <w:unhideWhenUsed/>
    <w:rsid w:val="00EC2FE4"/>
    <w:pPr>
      <w:pBdr>
        <w:top w:val="single" w:sz="2" w:space="10" w:color="404040" w:themeColor="text1" w:themeTint="BF" w:shadow="1"/>
        <w:left w:val="single" w:sz="2" w:space="10" w:color="404040" w:themeColor="text1" w:themeTint="BF" w:shadow="1"/>
        <w:bottom w:val="single" w:sz="2" w:space="10" w:color="404040" w:themeColor="text1" w:themeTint="BF" w:shadow="1"/>
        <w:right w:val="single" w:sz="2" w:space="10" w:color="404040" w:themeColor="text1" w:themeTint="BF" w:shadow="1"/>
      </w:pBdr>
      <w:ind w:left="1152" w:right="1152" w:firstLine="0"/>
    </w:pPr>
    <w:rPr>
      <w:i/>
      <w:iCs/>
      <w:color w:val="404040" w:themeColor="text1" w:themeTint="BF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  <w:ind w:firstLine="0"/>
    </w:pPr>
  </w:style>
  <w:style w:type="character" w:customStyle="1" w:styleId="BodyTextChar">
    <w:name w:val="Body Text Char"/>
    <w:basedOn w:val="DefaultParagraphFont"/>
    <w:link w:val="BodyText"/>
    <w:uiPriority w:val="99"/>
    <w:semiHidden/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/>
      <w:ind w:firstLine="0"/>
    </w:pPr>
  </w:style>
  <w:style w:type="character" w:customStyle="1" w:styleId="BodyText2Char">
    <w:name w:val="Body Text 2 Char"/>
    <w:basedOn w:val="DefaultParagraphFont"/>
    <w:link w:val="BodyText2"/>
    <w:uiPriority w:val="99"/>
    <w:semiHidden/>
  </w:style>
  <w:style w:type="paragraph" w:styleId="BodyText3">
    <w:name w:val="Body Text 3"/>
    <w:basedOn w:val="Normal"/>
    <w:link w:val="BodyText3Char"/>
    <w:uiPriority w:val="99"/>
    <w:semiHidden/>
    <w:unhideWhenUsed/>
    <w:rsid w:val="00EC2FE4"/>
    <w:pPr>
      <w:spacing w:after="120"/>
      <w:ind w:firstLine="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C2FE4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 w:firstLine="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/>
      <w:ind w:left="360" w:firstLine="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C2FE4"/>
    <w:pPr>
      <w:spacing w:after="120"/>
      <w:ind w:left="360" w:firstLine="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C2FE4"/>
    <w:rPr>
      <w:sz w:val="22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C2FE4"/>
    <w:pPr>
      <w:spacing w:after="200" w:line="240" w:lineRule="auto"/>
      <w:ind w:firstLine="0"/>
    </w:pPr>
    <w:rPr>
      <w:i/>
      <w:iCs/>
      <w:color w:val="000000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spacing w:line="240" w:lineRule="auto"/>
      <w:ind w:left="4320" w:firstLine="0"/>
    </w:pPr>
  </w:style>
  <w:style w:type="character" w:customStyle="1" w:styleId="ClosingChar">
    <w:name w:val="Closing Char"/>
    <w:basedOn w:val="DefaultParagraphFont"/>
    <w:link w:val="Closing"/>
    <w:uiPriority w:val="99"/>
    <w:semiHidden/>
  </w:style>
  <w:style w:type="paragraph" w:styleId="CommentText">
    <w:name w:val="annotation text"/>
    <w:basedOn w:val="Normal"/>
    <w:link w:val="CommentTextChar"/>
    <w:uiPriority w:val="99"/>
    <w:semiHidden/>
    <w:unhideWhenUsed/>
    <w:rsid w:val="00EC2FE4"/>
    <w:pPr>
      <w:spacing w:line="240" w:lineRule="auto"/>
      <w:ind w:firstLine="0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2FE4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pPr>
      <w:ind w:firstLine="0"/>
    </w:pPr>
  </w:style>
  <w:style w:type="character" w:customStyle="1" w:styleId="DateChar">
    <w:name w:val="Date Char"/>
    <w:basedOn w:val="DefaultParagraphFont"/>
    <w:link w:val="Date"/>
    <w:uiPriority w:val="99"/>
    <w:semiHidden/>
  </w:style>
  <w:style w:type="paragraph" w:styleId="DocumentMap">
    <w:name w:val="Document Map"/>
    <w:basedOn w:val="Normal"/>
    <w:link w:val="DocumentMapChar"/>
    <w:uiPriority w:val="99"/>
    <w:semiHidden/>
    <w:unhideWhenUsed/>
    <w:rsid w:val="00EC2FE4"/>
    <w:pPr>
      <w:spacing w:line="240" w:lineRule="auto"/>
      <w:ind w:firstLine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C2FE4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pPr>
      <w:spacing w:line="240" w:lineRule="auto"/>
      <w:ind w:firstLine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</w:style>
  <w:style w:type="paragraph" w:styleId="EndnoteText">
    <w:name w:val="endnote text"/>
    <w:basedOn w:val="Normal"/>
    <w:link w:val="EndnoteTextChar"/>
    <w:uiPriority w:val="99"/>
    <w:semiHidden/>
    <w:unhideWhenUsed/>
  </w:style>
  <w:style w:type="character" w:customStyle="1" w:styleId="EndnoteTextChar">
    <w:name w:val="Endnote Text Char"/>
    <w:basedOn w:val="DefaultParagraphFont"/>
    <w:link w:val="EndnoteText"/>
    <w:uiPriority w:val="99"/>
    <w:semiHidden/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spacing w:line="240" w:lineRule="auto"/>
      <w:ind w:left="2880" w:firstLine="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EC2FE4"/>
    <w:pPr>
      <w:spacing w:line="240" w:lineRule="auto"/>
      <w:ind w:firstLine="0"/>
    </w:pPr>
    <w:rPr>
      <w:rFonts w:asciiTheme="majorHAnsi" w:eastAsiaTheme="majorEastAsia" w:hAnsiTheme="majorHAnsi" w:cstheme="majorBidi"/>
      <w:sz w:val="22"/>
      <w:szCs w:val="20"/>
    </w:rPr>
  </w:style>
  <w:style w:type="paragraph" w:customStyle="1" w:styleId="TableTitle">
    <w:name w:val="Table Title"/>
    <w:basedOn w:val="Normal"/>
    <w:next w:val="Normal"/>
    <w:uiPriority w:val="5"/>
    <w:qFormat/>
    <w:pPr>
      <w:ind w:left="360" w:hanging="360"/>
    </w:pPr>
  </w:style>
  <w:style w:type="paragraph" w:styleId="FootnoteText">
    <w:name w:val="footnote text"/>
    <w:basedOn w:val="Normal"/>
    <w:link w:val="FootnoteTextChar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line="240" w:lineRule="auto"/>
      <w:ind w:firstLine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C2FE4"/>
    <w:pPr>
      <w:spacing w:line="240" w:lineRule="auto"/>
      <w:ind w:firstLine="0"/>
    </w:pPr>
    <w:rPr>
      <w:rFonts w:ascii="Consolas" w:hAnsi="Consolas" w:cs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C2FE4"/>
    <w:rPr>
      <w:rFonts w:ascii="Consolas" w:hAnsi="Consolas" w:cs="Consolas"/>
      <w:sz w:val="22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spacing w:line="240" w:lineRule="auto"/>
      <w:ind w:left="240" w:firstLine="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spacing w:line="240" w:lineRule="auto"/>
      <w:ind w:left="480" w:firstLine="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spacing w:line="240" w:lineRule="auto"/>
      <w:ind w:left="720" w:firstLine="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spacing w:line="240" w:lineRule="auto"/>
      <w:ind w:left="960" w:firstLine="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spacing w:line="240" w:lineRule="auto"/>
      <w:ind w:left="1200" w:firstLine="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spacing w:line="240" w:lineRule="auto"/>
      <w:ind w:left="1440" w:firstLine="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spacing w:line="240" w:lineRule="auto"/>
      <w:ind w:left="1680" w:firstLine="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spacing w:line="240" w:lineRule="auto"/>
      <w:ind w:left="1920" w:firstLine="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spacing w:line="240" w:lineRule="auto"/>
      <w:ind w:left="2160" w:firstLine="0"/>
    </w:pPr>
  </w:style>
  <w:style w:type="paragraph" w:styleId="IndexHeading">
    <w:name w:val="index heading"/>
    <w:basedOn w:val="Normal"/>
    <w:next w:val="Index1"/>
    <w:uiPriority w:val="99"/>
    <w:semiHidden/>
    <w:unhideWhenUsed/>
    <w:pPr>
      <w:ind w:firstLine="0"/>
    </w:pPr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uiPriority w:val="99"/>
    <w:semiHidden/>
    <w:unhideWhenUsed/>
    <w:pPr>
      <w:ind w:left="360" w:firstLine="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firstLine="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firstLine="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firstLine="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firstLine="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ind w:firstLine="0"/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ind w:firstLine="0"/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ind w:firstLine="0"/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ind w:firstLine="0"/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ind w:firstLine="0"/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 w:firstLine="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 w:firstLine="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 w:firstLine="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 w:firstLine="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 w:firstLine="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ind w:firstLine="0"/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ind w:firstLine="0"/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ind w:firstLine="0"/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ind w:firstLine="0"/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ind w:firstLine="0"/>
      <w:contextualSpacing/>
    </w:pPr>
  </w:style>
  <w:style w:type="paragraph" w:styleId="MacroText">
    <w:name w:val="macro"/>
    <w:link w:val="MacroTextChar"/>
    <w:uiPriority w:val="99"/>
    <w:semiHidden/>
    <w:unhideWhenUsed/>
    <w:rsid w:val="00EC2FE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0"/>
    </w:pPr>
    <w:rPr>
      <w:rFonts w:ascii="Consolas" w:hAnsi="Consolas" w:cs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C2FE4"/>
    <w:rPr>
      <w:rFonts w:ascii="Consolas" w:hAnsi="Consolas" w:cs="Consolas"/>
      <w:sz w:val="22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firstLine="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aliases w:val="No Indent"/>
    <w:uiPriority w:val="1"/>
    <w:qFormat/>
    <w:pPr>
      <w:ind w:firstLine="0"/>
    </w:pPr>
  </w:style>
  <w:style w:type="paragraph" w:styleId="NormalWeb">
    <w:name w:val="Normal (Web)"/>
    <w:basedOn w:val="Normal"/>
    <w:uiPriority w:val="99"/>
    <w:semiHidden/>
    <w:unhideWhenUsed/>
    <w:pPr>
      <w:ind w:firstLine="0"/>
    </w:pPr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pPr>
      <w:ind w:left="720" w:firstLine="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pPr>
      <w:spacing w:line="240" w:lineRule="auto"/>
      <w:ind w:firstLin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</w:style>
  <w:style w:type="paragraph" w:styleId="PlainText">
    <w:name w:val="Plain Text"/>
    <w:basedOn w:val="Normal"/>
    <w:link w:val="PlainTextChar"/>
    <w:uiPriority w:val="99"/>
    <w:semiHidden/>
    <w:unhideWhenUsed/>
    <w:rsid w:val="00EC2FE4"/>
    <w:pPr>
      <w:spacing w:line="240" w:lineRule="auto"/>
      <w:ind w:firstLine="0"/>
    </w:pPr>
    <w:rPr>
      <w:rFonts w:ascii="Consolas" w:hAnsi="Consolas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C2FE4"/>
    <w:rPr>
      <w:rFonts w:ascii="Consolas" w:hAnsi="Consolas" w:cs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4"/>
    <w:qFormat/>
    <w:pPr>
      <w:ind w:left="1440" w:firstLine="0"/>
    </w:pPr>
  </w:style>
  <w:style w:type="character" w:customStyle="1" w:styleId="QuoteChar">
    <w:name w:val="Quote Char"/>
    <w:basedOn w:val="DefaultParagraphFont"/>
    <w:link w:val="Quote"/>
    <w:uiPriority w:val="4"/>
    <w:rsid w:val="007D4B2F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pPr>
      <w:ind w:firstLine="0"/>
    </w:pPr>
  </w:style>
  <w:style w:type="character" w:customStyle="1" w:styleId="SalutationChar">
    <w:name w:val="Salutation Char"/>
    <w:basedOn w:val="DefaultParagraphFont"/>
    <w:link w:val="Salutation"/>
    <w:uiPriority w:val="99"/>
    <w:semiHidden/>
  </w:style>
  <w:style w:type="paragraph" w:styleId="Signature">
    <w:name w:val="Signature"/>
    <w:basedOn w:val="Normal"/>
    <w:link w:val="SignatureChar"/>
    <w:uiPriority w:val="99"/>
    <w:semiHidden/>
    <w:unhideWhenUsed/>
    <w:pPr>
      <w:spacing w:line="240" w:lineRule="auto"/>
      <w:ind w:left="4320" w:firstLine="0"/>
    </w:pPr>
  </w:style>
  <w:style w:type="character" w:customStyle="1" w:styleId="SignatureChar">
    <w:name w:val="Signature Char"/>
    <w:basedOn w:val="DefaultParagraphFont"/>
    <w:link w:val="Signature"/>
    <w:uiPriority w:val="99"/>
    <w:semiHidden/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40" w:firstLine="0"/>
    </w:pPr>
  </w:style>
  <w:style w:type="paragraph" w:styleId="TableofFigures">
    <w:name w:val="table of figures"/>
    <w:basedOn w:val="Normal"/>
    <w:next w:val="Normal"/>
    <w:uiPriority w:val="99"/>
    <w:semiHidden/>
    <w:unhideWhenUsed/>
    <w:pPr>
      <w:ind w:firstLine="0"/>
    </w:pPr>
  </w:style>
  <w:style w:type="paragraph" w:styleId="Title">
    <w:name w:val="Title"/>
    <w:basedOn w:val="Normal"/>
    <w:next w:val="Normal"/>
    <w:link w:val="TitleChar"/>
    <w:uiPriority w:val="2"/>
    <w:qFormat/>
    <w:pPr>
      <w:ind w:firstLine="0"/>
      <w:jc w:val="center"/>
    </w:pPr>
    <w:rPr>
      <w:rFonts w:asciiTheme="majorHAnsi" w:eastAsiaTheme="majorEastAsia" w:hAnsiTheme="majorHAnsi" w:cstheme="majorBidi"/>
      <w:spacing w:val="-10"/>
      <w:kern w:val="28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spacing w:val="-10"/>
      <w:kern w:val="28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  <w:ind w:firstLine="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  <w:ind w:firstLine="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240" w:firstLine="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480" w:firstLine="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firstLine="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960" w:firstLine="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1200" w:firstLine="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1440" w:firstLine="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680" w:firstLine="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920" w:firstLine="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EC2FE4"/>
    <w:rPr>
      <w:color w:val="404040" w:themeColor="text1" w:themeTint="BF"/>
    </w:rPr>
  </w:style>
  <w:style w:type="character" w:styleId="Emphasis">
    <w:name w:val="Emphasis"/>
    <w:basedOn w:val="DefaultParagraphFont"/>
    <w:uiPriority w:val="3"/>
    <w:qFormat/>
    <w:rPr>
      <w:i/>
      <w:iCs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LAresearchpapertable">
    <w:name w:val="MLA research paper table"/>
    <w:basedOn w:val="TableNormal"/>
    <w:uiPriority w:val="99"/>
    <w:pPr>
      <w:spacing w:before="240"/>
      <w:ind w:left="72" w:right="72" w:firstLine="0"/>
    </w:pPr>
    <w:tblPr>
      <w:tblBorders>
        <w:top w:val="single" w:sz="4" w:space="0" w:color="auto"/>
        <w:bottom w:val="single" w:sz="4" w:space="0" w:color="auto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240" w:beforeAutospacing="0" w:afterLines="0" w:after="0" w:afterAutospacing="0"/>
      </w:p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center"/>
      </w:tcPr>
    </w:tblStylePr>
  </w:style>
  <w:style w:type="paragraph" w:customStyle="1" w:styleId="TableSource">
    <w:name w:val="Table Source"/>
    <w:basedOn w:val="TableTitle"/>
    <w:next w:val="Normal"/>
    <w:uiPriority w:val="6"/>
    <w:qFormat/>
    <w:pPr>
      <w:spacing w:before="240"/>
    </w:pPr>
  </w:style>
  <w:style w:type="paragraph" w:customStyle="1" w:styleId="TableNote">
    <w:name w:val="Table Note"/>
    <w:basedOn w:val="Normal"/>
    <w:uiPriority w:val="7"/>
    <w:qFormat/>
    <w:pPr>
      <w:numPr>
        <w:numId w:val="11"/>
      </w:numPr>
    </w:pPr>
  </w:style>
  <w:style w:type="numbering" w:customStyle="1" w:styleId="MLAOutline">
    <w:name w:val="MLA Outline"/>
    <w:uiPriority w:val="99"/>
    <w:pPr>
      <w:numPr>
        <w:numId w:val="12"/>
      </w:numPr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IntenseEmphasis">
    <w:name w:val="Intense Emphasis"/>
    <w:basedOn w:val="DefaultParagraphFont"/>
    <w:uiPriority w:val="21"/>
    <w:semiHidden/>
    <w:unhideWhenUsed/>
    <w:qFormat/>
    <w:rsid w:val="007D4B2F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D4B2F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D4B2F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EC2FE4"/>
    <w:rPr>
      <w:color w:val="404040" w:themeColor="text1" w:themeTint="B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C2FE4"/>
    <w:rPr>
      <w:sz w:val="22"/>
      <w:szCs w:val="16"/>
    </w:rPr>
  </w:style>
  <w:style w:type="character" w:styleId="HTMLKeyboard">
    <w:name w:val="HTML Keyboard"/>
    <w:basedOn w:val="DefaultParagraphFont"/>
    <w:uiPriority w:val="99"/>
    <w:semiHidden/>
    <w:unhideWhenUsed/>
    <w:rsid w:val="00EC2FE4"/>
    <w:rPr>
      <w:rFonts w:ascii="Consolas" w:hAnsi="Consolas"/>
      <w:sz w:val="22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EC2FE4"/>
    <w:rPr>
      <w:rFonts w:ascii="Consolas" w:hAnsi="Consolas"/>
      <w:sz w:val="22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EC2FE4"/>
    <w:rPr>
      <w:rFonts w:ascii="Consolas" w:hAnsi="Consolas"/>
      <w:sz w:val="22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C26420"/>
    <w:rPr>
      <w:b/>
      <w:bCs/>
      <w:caps w:val="0"/>
      <w:smallCaps/>
      <w:color w:val="6E6E6E" w:themeColor="accent1" w:themeShade="80"/>
      <w:spacing w:val="5"/>
    </w:rPr>
  </w:style>
  <w:style w:type="paragraph" w:styleId="ListParagraph">
    <w:name w:val="List Paragraph"/>
    <w:basedOn w:val="Normal"/>
    <w:uiPriority w:val="34"/>
    <w:unhideWhenUsed/>
    <w:qFormat/>
    <w:rsid w:val="006A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c83\AppData\Roaming\Microsoft\Templates\MLA%20style%20research%20pap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54088C516747688DFE5E2C60FC4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2D6E78-86CF-4211-B985-989EA75EC422}"/>
      </w:docPartPr>
      <w:docPartBody>
        <w:p w:rsidR="00000000" w:rsidRDefault="003B3DB7">
          <w:pPr>
            <w:pStyle w:val="F454088C516747688DFE5E2C60FC4752"/>
          </w:pPr>
          <w:r>
            <w:t>Table data</w:t>
          </w:r>
        </w:p>
      </w:docPartBody>
    </w:docPart>
    <w:docPart>
      <w:docPartPr>
        <w:name w:val="011B4B65B9A44CC69450EEEA342317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E4832-8EC2-4337-9181-116606D6A9DE}"/>
      </w:docPartPr>
      <w:docPartBody>
        <w:p w:rsidR="00000000" w:rsidRDefault="003B3DB7">
          <w:pPr>
            <w:pStyle w:val="011B4B65B9A44CC69450EEEA3423173E"/>
          </w:pPr>
          <w:r>
            <w:t>Table data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DB7"/>
    <w:rsid w:val="003B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757538C924D4AA0948B444D5BFDDE5F">
    <w:name w:val="6757538C924D4AA0948B444D5BFDDE5F"/>
  </w:style>
  <w:style w:type="paragraph" w:customStyle="1" w:styleId="DCBF35D4216A47BEBB9C871F05BCD264">
    <w:name w:val="DCBF35D4216A47BEBB9C871F05BCD264"/>
  </w:style>
  <w:style w:type="paragraph" w:customStyle="1" w:styleId="5F58B89D98B141CA99E20AB9F69EBC39">
    <w:name w:val="5F58B89D98B141CA99E20AB9F69EBC39"/>
  </w:style>
  <w:style w:type="paragraph" w:customStyle="1" w:styleId="32BF479798374AFA9348565B7387E0AC">
    <w:name w:val="32BF479798374AFA9348565B7387E0AC"/>
  </w:style>
  <w:style w:type="paragraph" w:customStyle="1" w:styleId="2FAFE8B077BA420EB6EB5C94BE1DFF7F">
    <w:name w:val="2FAFE8B077BA420EB6EB5C94BE1DFF7F"/>
  </w:style>
  <w:style w:type="paragraph" w:customStyle="1" w:styleId="3836AAA65A264780A25E9DD0DDDF2372">
    <w:name w:val="3836AAA65A264780A25E9DD0DDDF2372"/>
  </w:style>
  <w:style w:type="character" w:styleId="Emphasis">
    <w:name w:val="Emphasis"/>
    <w:basedOn w:val="DefaultParagraphFont"/>
    <w:uiPriority w:val="3"/>
    <w:qFormat/>
    <w:rPr>
      <w:i/>
      <w:iCs/>
    </w:rPr>
  </w:style>
  <w:style w:type="paragraph" w:customStyle="1" w:styleId="076EB4EA1F774165ACA5AC2E991A3501">
    <w:name w:val="076EB4EA1F774165ACA5AC2E991A3501"/>
  </w:style>
  <w:style w:type="paragraph" w:customStyle="1" w:styleId="ED45D20E710F4F3C9DCB789E5678E201">
    <w:name w:val="ED45D20E710F4F3C9DCB789E5678E201"/>
  </w:style>
  <w:style w:type="paragraph" w:customStyle="1" w:styleId="673BE6E63A204B4C8D2C4464A7D455F6">
    <w:name w:val="673BE6E63A204B4C8D2C4464A7D455F6"/>
  </w:style>
  <w:style w:type="paragraph" w:customStyle="1" w:styleId="17A8DFC1612E41528FF735A7D7861799">
    <w:name w:val="17A8DFC1612E41528FF735A7D7861799"/>
  </w:style>
  <w:style w:type="paragraph" w:customStyle="1" w:styleId="81A6E38B59C04E2788376904A2A62531">
    <w:name w:val="81A6E38B59C04E2788376904A2A62531"/>
  </w:style>
  <w:style w:type="paragraph" w:customStyle="1" w:styleId="830E6E8AFAD64C2E84A6ABD38A44D633">
    <w:name w:val="830E6E8AFAD64C2E84A6ABD38A44D633"/>
  </w:style>
  <w:style w:type="paragraph" w:customStyle="1" w:styleId="7BF271AD319D439087BA1D68DBA4803F">
    <w:name w:val="7BF271AD319D439087BA1D68DBA4803F"/>
  </w:style>
  <w:style w:type="paragraph" w:customStyle="1" w:styleId="C6223FFBC7C942F89700CE5FB4838FCC">
    <w:name w:val="C6223FFBC7C942F89700CE5FB4838FCC"/>
  </w:style>
  <w:style w:type="paragraph" w:customStyle="1" w:styleId="155D19468E7F4C26AC424056CB970B80">
    <w:name w:val="155D19468E7F4C26AC424056CB970B80"/>
  </w:style>
  <w:style w:type="paragraph" w:customStyle="1" w:styleId="F454088C516747688DFE5E2C60FC4752">
    <w:name w:val="F454088C516747688DFE5E2C60FC4752"/>
  </w:style>
  <w:style w:type="paragraph" w:customStyle="1" w:styleId="011B4B65B9A44CC69450EEEA3423173E">
    <w:name w:val="011B4B65B9A44CC69450EEEA3423173E"/>
  </w:style>
  <w:style w:type="paragraph" w:customStyle="1" w:styleId="CEC70DC679B046C59CEEECA6642FFD40">
    <w:name w:val="CEC70DC679B046C59CEEECA6642FFD40"/>
  </w:style>
  <w:style w:type="paragraph" w:customStyle="1" w:styleId="E8AF32738E8A4D0BA9FFC2100A480F21">
    <w:name w:val="E8AF32738E8A4D0BA9FFC2100A480F21"/>
  </w:style>
  <w:style w:type="paragraph" w:customStyle="1" w:styleId="B408B4E40076499782D7336B621B9637">
    <w:name w:val="B408B4E40076499782D7336B621B9637"/>
  </w:style>
  <w:style w:type="paragraph" w:customStyle="1" w:styleId="EACC12D5A9D64D628F3000082F71288B">
    <w:name w:val="EACC12D5A9D64D628F3000082F71288B"/>
  </w:style>
  <w:style w:type="paragraph" w:customStyle="1" w:styleId="BD5BEE42B56D4BA78DADA14109EA7565">
    <w:name w:val="BD5BEE42B56D4BA78DADA14109EA7565"/>
  </w:style>
  <w:style w:type="paragraph" w:customStyle="1" w:styleId="B0D53DEC290C4F5ABEEE09F4C9F708A7">
    <w:name w:val="B0D53DEC290C4F5ABEEE09F4C9F708A7"/>
  </w:style>
  <w:style w:type="paragraph" w:customStyle="1" w:styleId="6E04256FDF3044D698562FDB6D040992">
    <w:name w:val="6E04256FDF3044D698562FDB6D040992"/>
  </w:style>
  <w:style w:type="paragraph" w:customStyle="1" w:styleId="A1AD47B99180459A8ED8E12A19F9EAC6">
    <w:name w:val="A1AD47B99180459A8ED8E12A19F9EAC6"/>
  </w:style>
  <w:style w:type="paragraph" w:customStyle="1" w:styleId="DF2A21C74B7445FD82234017037E429D">
    <w:name w:val="DF2A21C74B7445FD82234017037E429D"/>
  </w:style>
  <w:style w:type="paragraph" w:customStyle="1" w:styleId="4C8C5012C80F4299AA3F30B761BE2BF2">
    <w:name w:val="4C8C5012C80F4299AA3F30B761BE2BF2"/>
  </w:style>
  <w:style w:type="paragraph" w:customStyle="1" w:styleId="43384E37DC384ACCAD69A7A1D7C72E8A">
    <w:name w:val="43384E37DC384ACCAD69A7A1D7C72E8A"/>
  </w:style>
  <w:style w:type="paragraph" w:customStyle="1" w:styleId="114B19AFC69D4DCB9BE1DF759F693334">
    <w:name w:val="114B19AFC69D4DCB9BE1DF759F693334"/>
  </w:style>
  <w:style w:type="paragraph" w:customStyle="1" w:styleId="DBB45A1FAD7B48249B2C12EB902B15CB">
    <w:name w:val="DBB45A1FAD7B48249B2C12EB902B15CB"/>
  </w:style>
  <w:style w:type="paragraph" w:customStyle="1" w:styleId="69327E685BA9448B9E69F8428CFA6018">
    <w:name w:val="69327E685BA9448B9E69F8428CFA60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Crooks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240DDF-039B-4D28-9265-0F7AFE73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MLA style research paper</Template>
  <TotalTime>67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cc83</dc:creator>
  <cp:keywords/>
  <dc:description/>
  <cp:lastModifiedBy>chz_crks@yahoo.com</cp:lastModifiedBy>
  <cp:revision>1</cp:revision>
  <dcterms:created xsi:type="dcterms:W3CDTF">2018-03-30T01:07:00Z</dcterms:created>
  <dcterms:modified xsi:type="dcterms:W3CDTF">2018-03-30T02:14:00Z</dcterms:modified>
</cp:coreProperties>
</file>