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B2" w:rsidRPr="00DF1233" w:rsidRDefault="00DF1233" w:rsidP="00DF1233">
      <w:pPr>
        <w:pBdr>
          <w:bottom w:val="single" w:sz="24" w:space="1" w:color="auto"/>
        </w:pBdr>
        <w:rPr>
          <w:b/>
          <w:sz w:val="32"/>
          <w:szCs w:val="32"/>
        </w:rPr>
      </w:pPr>
      <w:r w:rsidRPr="00DF1233">
        <w:rPr>
          <w:b/>
          <w:sz w:val="32"/>
          <w:szCs w:val="32"/>
        </w:rPr>
        <w:t>Jennifer Garcia</w:t>
      </w:r>
    </w:p>
    <w:p w:rsidR="00DF1233" w:rsidRPr="00DF1233" w:rsidRDefault="00C92E6B" w:rsidP="00C92E6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1176 Bay C</w:t>
      </w:r>
      <w:r w:rsidR="00DF1233" w:rsidRPr="00DF1233">
        <w:rPr>
          <w:b/>
          <w:sz w:val="24"/>
          <w:szCs w:val="24"/>
        </w:rPr>
        <w:t>liff Drive, Tampa, FL 33602</w:t>
      </w:r>
    </w:p>
    <w:p w:rsidR="00DF1233" w:rsidRPr="00DF1233" w:rsidRDefault="00DF1233" w:rsidP="00DF1233">
      <w:pPr>
        <w:jc w:val="right"/>
        <w:rPr>
          <w:b/>
          <w:sz w:val="24"/>
          <w:szCs w:val="24"/>
        </w:rPr>
      </w:pPr>
      <w:r w:rsidRPr="00DF1233">
        <w:rPr>
          <w:b/>
          <w:sz w:val="24"/>
          <w:szCs w:val="24"/>
        </w:rPr>
        <w:t>(727) 555-0347 jgarcia@alcona.net</w:t>
      </w:r>
    </w:p>
    <w:p w:rsidR="00DF1233" w:rsidRDefault="00DF1233">
      <w:pPr>
        <w:rPr>
          <w:b/>
          <w:sz w:val="24"/>
          <w:szCs w:val="24"/>
        </w:rPr>
      </w:pPr>
    </w:p>
    <w:p w:rsidR="00C7108A" w:rsidRDefault="00C7108A">
      <w:pPr>
        <w:rPr>
          <w:b/>
          <w:sz w:val="24"/>
          <w:szCs w:val="24"/>
        </w:rPr>
      </w:pPr>
    </w:p>
    <w:p w:rsidR="00C7108A" w:rsidRDefault="00C7108A">
      <w:pPr>
        <w:rPr>
          <w:b/>
          <w:sz w:val="24"/>
          <w:szCs w:val="24"/>
        </w:rPr>
      </w:pPr>
    </w:p>
    <w:p w:rsidR="00C7108A" w:rsidRPr="004E6A9A" w:rsidRDefault="00C7108A">
      <w:r w:rsidRPr="004E6A9A">
        <w:t>October 4, 2017</w:t>
      </w:r>
    </w:p>
    <w:p w:rsidR="00C7108A" w:rsidRPr="004E6A9A" w:rsidRDefault="00C7108A"/>
    <w:p w:rsidR="00C7108A" w:rsidRPr="004E6A9A" w:rsidRDefault="00C7108A"/>
    <w:p w:rsidR="00C7108A" w:rsidRPr="004E6A9A" w:rsidRDefault="00C7108A"/>
    <w:p w:rsidR="00C7108A" w:rsidRPr="004E6A9A" w:rsidRDefault="00C7108A">
      <w:r w:rsidRPr="004E6A9A">
        <w:t>Ms. Mary Walker-Huelsman, Director</w:t>
      </w:r>
    </w:p>
    <w:p w:rsidR="00C7108A" w:rsidRPr="004E6A9A" w:rsidRDefault="00C7108A">
      <w:r w:rsidRPr="004E6A9A">
        <w:t>Florida Port Community College Career Center</w:t>
      </w:r>
    </w:p>
    <w:p w:rsidR="00C7108A" w:rsidRPr="004E6A9A" w:rsidRDefault="00C7108A">
      <w:r w:rsidRPr="004E6A9A">
        <w:t>2745 Oakland Avenue</w:t>
      </w:r>
    </w:p>
    <w:p w:rsidR="00C7108A" w:rsidRPr="004E6A9A" w:rsidRDefault="00C7108A">
      <w:r w:rsidRPr="004E6A9A">
        <w:t>St. Petersburg, FL 33713</w:t>
      </w:r>
    </w:p>
    <w:p w:rsidR="00C7108A" w:rsidRPr="004E6A9A" w:rsidRDefault="00C7108A"/>
    <w:p w:rsidR="00C7108A" w:rsidRPr="004E6A9A" w:rsidRDefault="00C7108A">
      <w:r w:rsidRPr="004E6A9A">
        <w:t>Dear Ms. Walker-Hueslsman</w:t>
      </w:r>
    </w:p>
    <w:p w:rsidR="00C7108A" w:rsidRPr="004E6A9A" w:rsidRDefault="00C7108A"/>
    <w:p w:rsidR="00C7108A" w:rsidRPr="004E6A9A" w:rsidRDefault="00C7108A">
      <w:r w:rsidRPr="004E6A9A">
        <w:t xml:space="preserve">I am seeking a position in </w:t>
      </w:r>
      <w:r w:rsidR="0054055A" w:rsidRPr="004E6A9A">
        <w:t>which</w:t>
      </w:r>
      <w:r w:rsidRPr="004E6A9A">
        <w:t xml:space="preserve"> I can use my computer and communication skills. My education and experience, outlined on the enclosed resume</w:t>
      </w:r>
      <w:r w:rsidR="004E6A9A" w:rsidRPr="004E6A9A">
        <w:t xml:space="preserve">, includes a Business Software Application Specialist certificate from </w:t>
      </w:r>
      <w:r w:rsidR="009F7C5F">
        <w:t>Florida Port Community College</w:t>
      </w:r>
      <w:r w:rsidR="004E6A9A" w:rsidRPr="004E6A9A">
        <w:t>.</w:t>
      </w:r>
    </w:p>
    <w:p w:rsidR="004E6A9A" w:rsidRDefault="004E6A9A">
      <w:pPr>
        <w:rPr>
          <w:sz w:val="24"/>
          <w:szCs w:val="24"/>
        </w:rPr>
      </w:pPr>
    </w:p>
    <w:p w:rsidR="004E6A9A" w:rsidRDefault="004E6A9A" w:rsidP="008676C6">
      <w:pPr>
        <w:pStyle w:val="NoSpacing"/>
      </w:pPr>
      <w:r w:rsidRPr="0094531F">
        <w:t xml:space="preserve">With a permanent position as my ultimate goal, I hope to </w:t>
      </w:r>
      <w:r w:rsidR="0054055A" w:rsidRPr="0094531F">
        <w:t>use</w:t>
      </w:r>
      <w:r w:rsidRPr="0094531F">
        <w:t xml:space="preserve"> </w:t>
      </w:r>
      <w:r>
        <w:t>the Florida Port Community College Career Center</w:t>
      </w:r>
      <w:r w:rsidRPr="0094531F">
        <w:t xml:space="preserve"> to secure a </w:t>
      </w:r>
      <w:r w:rsidR="0054055A" w:rsidRPr="0094531F">
        <w:t>temporary</w:t>
      </w:r>
      <w:r w:rsidRPr="0094531F">
        <w:t xml:space="preserve"> job. I can be </w:t>
      </w:r>
      <w:r w:rsidR="009F7C5F">
        <w:t>available</w:t>
      </w:r>
      <w:r w:rsidRPr="0094531F">
        <w:t xml:space="preserve"> for a flexible number of </w:t>
      </w:r>
      <w:r w:rsidR="00A648EB" w:rsidRPr="0094531F">
        <w:t>hours</w:t>
      </w:r>
      <w:r w:rsidR="00A648EB" w:rsidRPr="0094531F">
        <w:t xml:space="preserve"> </w:t>
      </w:r>
      <w:r w:rsidRPr="0094531F">
        <w:t xml:space="preserve">or </w:t>
      </w:r>
      <w:r w:rsidR="00A648EB" w:rsidRPr="0094531F">
        <w:t xml:space="preserve">days </w:t>
      </w:r>
      <w:r w:rsidRPr="0094531F">
        <w:t xml:space="preserve">and am willing to work </w:t>
      </w:r>
      <w:r>
        <w:t xml:space="preserve">in a </w:t>
      </w:r>
      <w:r w:rsidR="00D60111">
        <w:t xml:space="preserve">variety </w:t>
      </w:r>
      <w:r>
        <w:t>of</w:t>
      </w:r>
      <w:r w:rsidRPr="0094531F">
        <w:t xml:space="preserve"> business</w:t>
      </w:r>
      <w:r>
        <w:t>es</w:t>
      </w:r>
      <w:r w:rsidRPr="0094531F">
        <w:t xml:space="preserve"> </w:t>
      </w:r>
      <w:r>
        <w:t>or</w:t>
      </w:r>
      <w:r w:rsidRPr="0094531F">
        <w:t xml:space="preserve"> organization</w:t>
      </w:r>
      <w:r>
        <w:t>s</w:t>
      </w:r>
      <w:r w:rsidRPr="0094531F">
        <w:t>.</w:t>
      </w:r>
      <w:r w:rsidR="00A648EB">
        <w:tab/>
      </w:r>
    </w:p>
    <w:p w:rsidR="004E6A9A" w:rsidRDefault="004E6A9A" w:rsidP="008676C6">
      <w:pPr>
        <w:pStyle w:val="NoSpacing"/>
      </w:pPr>
    </w:p>
    <w:p w:rsidR="004E6A9A" w:rsidRDefault="004E6A9A" w:rsidP="008676C6">
      <w:pPr>
        <w:pStyle w:val="NoSpacing"/>
      </w:pPr>
      <w:r w:rsidRPr="0094531F">
        <w:t xml:space="preserve">As my resume illustrates, I have </w:t>
      </w:r>
      <w:r w:rsidR="00D60111">
        <w:t>excellent</w:t>
      </w:r>
      <w:r w:rsidR="00D60111" w:rsidRPr="0094531F">
        <w:t xml:space="preserve"> </w:t>
      </w:r>
      <w:bookmarkStart w:id="0" w:name="_GoBack"/>
      <w:bookmarkEnd w:id="0"/>
      <w:r w:rsidRPr="0094531F">
        <w:t xml:space="preserve">computer skills. I </w:t>
      </w:r>
      <w:r>
        <w:t xml:space="preserve">am </w:t>
      </w:r>
      <w:r w:rsidR="0054055A" w:rsidRPr="0094531F">
        <w:t>an</w:t>
      </w:r>
      <w:r w:rsidRPr="0094531F">
        <w:t xml:space="preserve"> honor student at </w:t>
      </w:r>
      <w:r w:rsidR="009F7C5F">
        <w:t>Florida Port Community College</w:t>
      </w:r>
      <w:r w:rsidRPr="0094531F">
        <w:t xml:space="preserve"> and have outstanding </w:t>
      </w:r>
      <w:r w:rsidR="0054055A" w:rsidRPr="0094531F">
        <w:t>references</w:t>
      </w:r>
      <w:r w:rsidRPr="0094531F">
        <w:t xml:space="preserve">. In addition, I </w:t>
      </w:r>
      <w:r>
        <w:t>have</w:t>
      </w:r>
      <w:r w:rsidRPr="0094531F">
        <w:t xml:space="preserve"> part-time work experience as a </w:t>
      </w:r>
      <w:r>
        <w:t>software tester</w:t>
      </w:r>
      <w:r w:rsidRPr="0094531F">
        <w:t>, where I perform the following computer activities:</w:t>
      </w:r>
    </w:p>
    <w:p w:rsidR="004E6A9A" w:rsidRDefault="004E6A9A" w:rsidP="008676C6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480DE9" w:rsidTr="00480DE9">
        <w:trPr>
          <w:jc w:val="center"/>
        </w:trPr>
        <w:tc>
          <w:tcPr>
            <w:tcW w:w="0" w:type="auto"/>
          </w:tcPr>
          <w:p w:rsidR="00480DE9" w:rsidRDefault="00480DE9" w:rsidP="008676C6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480DE9" w:rsidRDefault="00480DE9" w:rsidP="008676C6">
            <w:pPr>
              <w:pStyle w:val="NoSpacing"/>
            </w:pPr>
            <w:r>
              <w:t>Test database queries</w:t>
            </w:r>
          </w:p>
        </w:tc>
      </w:tr>
      <w:tr w:rsidR="00480DE9" w:rsidTr="00480DE9">
        <w:trPr>
          <w:jc w:val="center"/>
        </w:trPr>
        <w:tc>
          <w:tcPr>
            <w:tcW w:w="0" w:type="auto"/>
          </w:tcPr>
          <w:p w:rsidR="00480DE9" w:rsidRDefault="00480DE9" w:rsidP="008676C6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:rsidR="00480DE9" w:rsidRDefault="00480DE9" w:rsidP="008676C6">
            <w:pPr>
              <w:pStyle w:val="NoSpacing"/>
            </w:pPr>
            <w:r>
              <w:t>Enter software test data</w:t>
            </w:r>
          </w:p>
        </w:tc>
      </w:tr>
      <w:tr w:rsidR="00480DE9" w:rsidTr="00480DE9">
        <w:trPr>
          <w:jc w:val="center"/>
        </w:trPr>
        <w:tc>
          <w:tcPr>
            <w:tcW w:w="0" w:type="auto"/>
          </w:tcPr>
          <w:p w:rsidR="00480DE9" w:rsidRDefault="00480DE9" w:rsidP="008676C6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480DE9" w:rsidRDefault="00480DE9" w:rsidP="008676C6">
            <w:pPr>
              <w:pStyle w:val="NoSpacing"/>
            </w:pPr>
            <w:r>
              <w:t>Create and mail form letters</w:t>
            </w:r>
          </w:p>
        </w:tc>
      </w:tr>
    </w:tbl>
    <w:p w:rsidR="00480DE9" w:rsidRDefault="00480DE9" w:rsidP="008676C6">
      <w:pPr>
        <w:pStyle w:val="NoSpacing"/>
      </w:pPr>
    </w:p>
    <w:p w:rsidR="004E6A9A" w:rsidRDefault="004E6A9A" w:rsidP="00A648EB">
      <w:pPr>
        <w:pStyle w:val="NoSpacing"/>
      </w:pPr>
      <w:r>
        <w:t>You can contact me by e</w:t>
      </w:r>
      <w:r w:rsidRPr="0094531F">
        <w:t xml:space="preserve">mail at </w:t>
      </w:r>
      <w:r>
        <w:t>jgarcia</w:t>
      </w:r>
      <w:r w:rsidRPr="0094531F">
        <w:t>@alcona.net or by telephone at (</w:t>
      </w:r>
      <w:r>
        <w:t>727</w:t>
      </w:r>
      <w:r w:rsidRPr="0094531F">
        <w:t>) 555-0</w:t>
      </w:r>
      <w:r>
        <w:t>347</w:t>
      </w:r>
      <w:r w:rsidRPr="0094531F">
        <w:t>.</w:t>
      </w:r>
      <w:r w:rsidR="00A648EB" w:rsidRPr="00A648EB">
        <w:t xml:space="preserve"> </w:t>
      </w:r>
      <w:r w:rsidR="00A648EB" w:rsidRPr="0094531F">
        <w:t xml:space="preserve">I am available for an interview at your </w:t>
      </w:r>
      <w:r w:rsidR="0054055A" w:rsidRPr="0094531F">
        <w:t>conv</w:t>
      </w:r>
      <w:r w:rsidR="0054055A">
        <w:t>enience</w:t>
      </w:r>
      <w:r w:rsidR="00A648EB">
        <w:t>.</w:t>
      </w:r>
    </w:p>
    <w:p w:rsidR="004E6A9A" w:rsidRDefault="004E6A9A">
      <w:pPr>
        <w:rPr>
          <w:sz w:val="24"/>
          <w:szCs w:val="24"/>
        </w:rPr>
      </w:pPr>
    </w:p>
    <w:p w:rsidR="004E6A9A" w:rsidRDefault="004E6A9A">
      <w:pPr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4E6A9A" w:rsidRDefault="004E6A9A">
      <w:pPr>
        <w:rPr>
          <w:sz w:val="24"/>
          <w:szCs w:val="24"/>
        </w:rPr>
      </w:pPr>
    </w:p>
    <w:p w:rsidR="004E6A9A" w:rsidRDefault="004E6A9A">
      <w:pPr>
        <w:rPr>
          <w:sz w:val="24"/>
          <w:szCs w:val="24"/>
        </w:rPr>
      </w:pPr>
    </w:p>
    <w:p w:rsidR="004E6A9A" w:rsidRDefault="004E6A9A">
      <w:pPr>
        <w:rPr>
          <w:sz w:val="24"/>
          <w:szCs w:val="24"/>
        </w:rPr>
      </w:pPr>
    </w:p>
    <w:p w:rsidR="004E6A9A" w:rsidRDefault="004E6A9A">
      <w:pPr>
        <w:rPr>
          <w:sz w:val="24"/>
          <w:szCs w:val="24"/>
        </w:rPr>
      </w:pPr>
      <w:r>
        <w:rPr>
          <w:sz w:val="24"/>
          <w:szCs w:val="24"/>
        </w:rPr>
        <w:t>Jennifer Garcia</w:t>
      </w:r>
    </w:p>
    <w:p w:rsidR="004E6A9A" w:rsidRDefault="004E6A9A">
      <w:pPr>
        <w:rPr>
          <w:sz w:val="24"/>
          <w:szCs w:val="24"/>
        </w:rPr>
      </w:pPr>
    </w:p>
    <w:p w:rsidR="004E6A9A" w:rsidRPr="00C7108A" w:rsidRDefault="004E6A9A">
      <w:pPr>
        <w:rPr>
          <w:sz w:val="24"/>
          <w:szCs w:val="24"/>
        </w:rPr>
      </w:pPr>
      <w:r>
        <w:rPr>
          <w:sz w:val="24"/>
          <w:szCs w:val="24"/>
        </w:rPr>
        <w:t>Enclosure</w:t>
      </w:r>
    </w:p>
    <w:sectPr w:rsidR="004E6A9A" w:rsidRPr="00C7108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2A6" w:rsidRDefault="00D732A6" w:rsidP="00EF5168">
      <w:r>
        <w:separator/>
      </w:r>
    </w:p>
  </w:endnote>
  <w:endnote w:type="continuationSeparator" w:id="0">
    <w:p w:rsidR="00D732A6" w:rsidRDefault="00D732A6" w:rsidP="00EF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168" w:rsidRDefault="00EF5168">
    <w:pPr>
      <w:pStyle w:val="Footer"/>
    </w:pPr>
    <w:fldSimple w:instr=" FILENAME \* MERGEFORMAT ">
      <w:r>
        <w:rPr>
          <w:noProof/>
        </w:rPr>
        <w:t>Scott_Justin_13B_Cover_Letter.docx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2A6" w:rsidRDefault="00D732A6" w:rsidP="00EF5168">
      <w:r>
        <w:separator/>
      </w:r>
    </w:p>
  </w:footnote>
  <w:footnote w:type="continuationSeparator" w:id="0">
    <w:p w:rsidR="00D732A6" w:rsidRDefault="00D732A6" w:rsidP="00EF51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B0"/>
    <w:rsid w:val="00480DE9"/>
    <w:rsid w:val="004E6A9A"/>
    <w:rsid w:val="0054055A"/>
    <w:rsid w:val="008D5242"/>
    <w:rsid w:val="009F7C5F"/>
    <w:rsid w:val="00A648EB"/>
    <w:rsid w:val="00C7108A"/>
    <w:rsid w:val="00C92E6B"/>
    <w:rsid w:val="00CE29B0"/>
    <w:rsid w:val="00D60111"/>
    <w:rsid w:val="00D732A6"/>
    <w:rsid w:val="00DE6FB2"/>
    <w:rsid w:val="00DF1233"/>
    <w:rsid w:val="00EF5168"/>
    <w:rsid w:val="00EF7A63"/>
    <w:rsid w:val="00FA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8CAC0"/>
  <w15:chartTrackingRefBased/>
  <w15:docId w15:val="{D846F481-8418-4C1B-AC42-39851621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123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51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168"/>
  </w:style>
  <w:style w:type="paragraph" w:styleId="Footer">
    <w:name w:val="footer"/>
    <w:basedOn w:val="Normal"/>
    <w:link w:val="FooterChar"/>
    <w:uiPriority w:val="99"/>
    <w:unhideWhenUsed/>
    <w:rsid w:val="00EF51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168"/>
  </w:style>
  <w:style w:type="paragraph" w:styleId="NoSpacing">
    <w:name w:val="No Spacing"/>
    <w:uiPriority w:val="1"/>
    <w:qFormat/>
    <w:rsid w:val="004E6A9A"/>
  </w:style>
  <w:style w:type="table" w:styleId="TableGrid">
    <w:name w:val="Table Grid"/>
    <w:basedOn w:val="TableNormal"/>
    <w:uiPriority w:val="39"/>
    <w:rsid w:val="00480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480DE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165191\Documents\Custom%20Office%20Templates\Scott_Justin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Scott_Justin_13B_Letterhead_Template.dotx</Template>
  <TotalTime>49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Computer Literacy</dc:subject>
  <dc:creator>Scott, Justin</dc:creator>
  <cp:keywords>cover letter</cp:keywords>
  <dc:description/>
  <cp:lastModifiedBy>Scott, Justin</cp:lastModifiedBy>
  <cp:revision>8</cp:revision>
  <dcterms:created xsi:type="dcterms:W3CDTF">2017-10-04T19:28:00Z</dcterms:created>
  <dcterms:modified xsi:type="dcterms:W3CDTF">2017-10-04T20:17:00Z</dcterms:modified>
</cp:coreProperties>
</file>