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C62" w:rsidRPr="005210EF" w:rsidRDefault="005210EF" w:rsidP="005210EF">
      <w:pPr>
        <w:pBdr>
          <w:bottom w:val="single" w:sz="24" w:space="1" w:color="auto"/>
        </w:pBdr>
        <w:rPr>
          <w:b/>
          <w:sz w:val="32"/>
          <w:szCs w:val="32"/>
        </w:rPr>
      </w:pPr>
      <w:r w:rsidRPr="005210EF">
        <w:rPr>
          <w:b/>
          <w:sz w:val="32"/>
          <w:szCs w:val="32"/>
        </w:rPr>
        <w:t>Sarah Villmosky</w:t>
      </w:r>
    </w:p>
    <w:p w:rsidR="005210EF" w:rsidRPr="005210EF" w:rsidRDefault="005210EF">
      <w:pPr>
        <w:rPr>
          <w:b/>
          <w:sz w:val="24"/>
        </w:rPr>
      </w:pPr>
      <w:r w:rsidRPr="005210EF">
        <w:rPr>
          <w:b/>
          <w:sz w:val="24"/>
        </w:rPr>
        <w:t>7279 Rambling Brook Way, St. Petersburg, FL 33713</w:t>
      </w:r>
    </w:p>
    <w:p w:rsidR="005210EF" w:rsidRPr="005210EF" w:rsidRDefault="005210EF">
      <w:pPr>
        <w:rPr>
          <w:b/>
          <w:sz w:val="24"/>
        </w:rPr>
      </w:pPr>
      <w:r w:rsidRPr="005210EF">
        <w:rPr>
          <w:b/>
          <w:sz w:val="24"/>
        </w:rPr>
        <w:t>(727) 555-0117 svillmosky@alcona.net</w:t>
      </w:r>
    </w:p>
    <w:p w:rsidR="005210EF" w:rsidRDefault="005210EF"/>
    <w:p w:rsidR="002F5834" w:rsidRDefault="002F5834"/>
    <w:p w:rsidR="002F5834" w:rsidRDefault="002F5834"/>
    <w:p w:rsidR="002F5834" w:rsidRDefault="000A733B">
      <w:r>
        <w:t>October 9, 2017</w:t>
      </w:r>
    </w:p>
    <w:p w:rsidR="000A733B" w:rsidRDefault="000A733B"/>
    <w:p w:rsidR="000A733B" w:rsidRDefault="000A733B"/>
    <w:p w:rsidR="000A733B" w:rsidRDefault="000A733B"/>
    <w:p w:rsidR="000A733B" w:rsidRDefault="000A733B">
      <w:r>
        <w:t>Ms. Mary Walker-Huelsman, Director</w:t>
      </w:r>
    </w:p>
    <w:p w:rsidR="000A733B" w:rsidRDefault="000A733B">
      <w:r>
        <w:t>Florida Port Community College Career Center</w:t>
      </w:r>
    </w:p>
    <w:p w:rsidR="000A733B" w:rsidRDefault="000A733B">
      <w:r>
        <w:t>2745 Oakland Avenue</w:t>
      </w:r>
    </w:p>
    <w:p w:rsidR="000A733B" w:rsidRDefault="000A733B">
      <w:r>
        <w:t>St. Petersburg, FL 33713</w:t>
      </w:r>
    </w:p>
    <w:p w:rsidR="000A733B" w:rsidRDefault="000A733B"/>
    <w:p w:rsidR="000A733B" w:rsidRDefault="000A733B">
      <w:r>
        <w:t>Dear Ms. Walker-Huelsman:</w:t>
      </w:r>
    </w:p>
    <w:p w:rsidR="000A733B" w:rsidRDefault="000A733B"/>
    <w:p w:rsidR="000A733B" w:rsidRDefault="000A733B">
      <w:r>
        <w:t xml:space="preserve">I am seeking the assistance of the Career Center in my job search. </w:t>
      </w:r>
    </w:p>
    <w:p w:rsidR="000A733B" w:rsidRDefault="000A733B"/>
    <w:p w:rsidR="000A733B" w:rsidRDefault="000A733B" w:rsidP="000A733B">
      <w:pPr>
        <w:pStyle w:val="NoSpacing"/>
      </w:pPr>
      <w:r>
        <w:t xml:space="preserve">Having recently graduated from Florida Port Community College with </w:t>
      </w:r>
      <w:r w:rsidR="002F73B1">
        <w:t>an</w:t>
      </w:r>
      <w:r>
        <w:t xml:space="preserve"> Associate of Arts in </w:t>
      </w:r>
      <w:r w:rsidR="00D96EFB">
        <w:t>Media Studies</w:t>
      </w:r>
      <w:r>
        <w:t xml:space="preserve">, I am </w:t>
      </w:r>
      <w:r w:rsidR="002F73B1">
        <w:t>interested</w:t>
      </w:r>
      <w:r>
        <w:t xml:space="preserve"> in working for a newspaper, a magazine, or a publishing company.</w:t>
      </w:r>
    </w:p>
    <w:p w:rsidR="000A733B" w:rsidRDefault="000A733B" w:rsidP="000A733B">
      <w:pPr>
        <w:pStyle w:val="NoSpacing"/>
      </w:pPr>
    </w:p>
    <w:p w:rsidR="00D96EFB" w:rsidRDefault="000A733B" w:rsidP="000A733B">
      <w:pPr>
        <w:pStyle w:val="NoSpacing"/>
      </w:pPr>
      <w:r>
        <w:t xml:space="preserve">I have previous work experience in the publishing industry as a writer and section editor for the local </w:t>
      </w:r>
      <w:r w:rsidR="007752F0">
        <w:t>activities</w:t>
      </w:r>
      <w:r>
        <w:t xml:space="preserve"> section of the </w:t>
      </w:r>
      <w:r w:rsidR="00D96EFB">
        <w:t>St. Petersburg News and Times</w:t>
      </w:r>
      <w:r>
        <w:t xml:space="preserve">. I have the following skills that I developed while working at the </w:t>
      </w:r>
      <w:r w:rsidR="00D96EFB">
        <w:t>St. Petersburg News and Times</w:t>
      </w:r>
      <w:r>
        <w:t>. I believe these skills would be a good fit with a local or national newspaper or publication:</w:t>
      </w:r>
    </w:p>
    <w:p w:rsidR="000A733B" w:rsidRDefault="000A733B" w:rsidP="000A733B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153"/>
        <w:gridCol w:w="4348"/>
      </w:tblGrid>
      <w:tr w:rsidR="00D96EFB" w:rsidTr="002F73B1">
        <w:trPr>
          <w:jc w:val="center"/>
        </w:trPr>
        <w:tc>
          <w:tcPr>
            <w:tcW w:w="0" w:type="auto"/>
          </w:tcPr>
          <w:p w:rsidR="00D96EFB" w:rsidRDefault="00D96EFB" w:rsidP="000A733B">
            <w:pPr>
              <w:pStyle w:val="NoSpacing"/>
            </w:pPr>
            <w:r>
              <w:t>Editorial experience:</w:t>
            </w:r>
          </w:p>
        </w:tc>
        <w:tc>
          <w:tcPr>
            <w:tcW w:w="0" w:type="auto"/>
          </w:tcPr>
          <w:p w:rsidR="00D96EFB" w:rsidRDefault="00D96EFB" w:rsidP="000A733B">
            <w:pPr>
              <w:pStyle w:val="NoSpacing"/>
            </w:pPr>
            <w:r>
              <w:t>Writing, editing, interviewing</w:t>
            </w:r>
          </w:p>
        </w:tc>
      </w:tr>
      <w:tr w:rsidR="00D96EFB" w:rsidTr="002F73B1">
        <w:trPr>
          <w:jc w:val="center"/>
        </w:trPr>
        <w:tc>
          <w:tcPr>
            <w:tcW w:w="0" w:type="auto"/>
          </w:tcPr>
          <w:p w:rsidR="00D96EFB" w:rsidRDefault="00D96EFB" w:rsidP="000A733B">
            <w:pPr>
              <w:pStyle w:val="NoSpacing"/>
            </w:pPr>
            <w:r>
              <w:t>Computer proficiency</w:t>
            </w:r>
          </w:p>
        </w:tc>
        <w:tc>
          <w:tcPr>
            <w:tcW w:w="0" w:type="auto"/>
          </w:tcPr>
          <w:p w:rsidR="00D96EFB" w:rsidRDefault="00D96EFB" w:rsidP="000A733B">
            <w:pPr>
              <w:pStyle w:val="NoSpacing"/>
            </w:pPr>
            <w:r>
              <w:t>CS InDesign, QuarkXPr</w:t>
            </w:r>
            <w:r w:rsidR="002F73B1">
              <w:t xml:space="preserve">ess, </w:t>
            </w:r>
            <w:r>
              <w:t>Microsoft Publisher</w:t>
            </w:r>
          </w:p>
        </w:tc>
      </w:tr>
      <w:tr w:rsidR="00D96EFB" w:rsidTr="002F73B1">
        <w:trPr>
          <w:jc w:val="center"/>
        </w:trPr>
        <w:tc>
          <w:tcPr>
            <w:tcW w:w="0" w:type="auto"/>
          </w:tcPr>
          <w:p w:rsidR="00D96EFB" w:rsidRDefault="00D96EFB" w:rsidP="000A733B">
            <w:pPr>
              <w:pStyle w:val="NoSpacing"/>
            </w:pPr>
            <w:r>
              <w:t>Education focus:</w:t>
            </w:r>
          </w:p>
        </w:tc>
        <w:tc>
          <w:tcPr>
            <w:tcW w:w="0" w:type="auto"/>
          </w:tcPr>
          <w:p w:rsidR="00D96EFB" w:rsidRDefault="002F73B1" w:rsidP="000A733B">
            <w:pPr>
              <w:pStyle w:val="NoSpacing"/>
            </w:pPr>
            <w:r>
              <w:t xml:space="preserve">Media Studies and </w:t>
            </w:r>
            <w:r w:rsidR="00D96EFB">
              <w:t>Journalism</w:t>
            </w:r>
          </w:p>
        </w:tc>
      </w:tr>
    </w:tbl>
    <w:p w:rsidR="00D96EFB" w:rsidRDefault="00D96EFB" w:rsidP="000A733B">
      <w:pPr>
        <w:pStyle w:val="NoSpacing"/>
      </w:pPr>
    </w:p>
    <w:p w:rsidR="000A733B" w:rsidRDefault="000A733B" w:rsidP="000A733B">
      <w:pPr>
        <w:pStyle w:val="NoSpacing"/>
      </w:pPr>
      <w:r>
        <w:t>I am willing to consider temporary positions that might lead to a permanent position. Please contact me at sarahvillmosky@alcona.net or by phone at (727) 555-0117.</w:t>
      </w:r>
      <w:r w:rsidR="00D96EFB" w:rsidRPr="00D96EFB">
        <w:t xml:space="preserve"> </w:t>
      </w:r>
      <w:r w:rsidR="00D96EFB">
        <w:t>I am available immediately for an inte</w:t>
      </w:r>
      <w:r w:rsidR="007752F0">
        <w:t>rview or for further training</w:t>
      </w:r>
      <w:bookmarkStart w:id="0" w:name="_GoBack"/>
      <w:bookmarkEnd w:id="0"/>
      <w:r w:rsidR="00D96EFB">
        <w:t xml:space="preserve"> at the Career Center that you think would be </w:t>
      </w:r>
      <w:r w:rsidR="007752F0">
        <w:t>beneficial</w:t>
      </w:r>
      <w:r w:rsidR="00D96EFB">
        <w:t xml:space="preserve"> in my job search.</w:t>
      </w:r>
    </w:p>
    <w:p w:rsidR="000A733B" w:rsidRDefault="000A733B"/>
    <w:p w:rsidR="00D96EFB" w:rsidRDefault="00D96EFB">
      <w:r>
        <w:t>Sincerely,</w:t>
      </w:r>
    </w:p>
    <w:p w:rsidR="00D96EFB" w:rsidRDefault="00D96EFB"/>
    <w:p w:rsidR="00D96EFB" w:rsidRDefault="00D96EFB"/>
    <w:p w:rsidR="00D96EFB" w:rsidRDefault="00D96EFB"/>
    <w:p w:rsidR="00D96EFB" w:rsidRDefault="00D96EFB">
      <w:r>
        <w:t>Sarah Villmosky</w:t>
      </w:r>
    </w:p>
    <w:p w:rsidR="00D96EFB" w:rsidRDefault="00D96EFB"/>
    <w:p w:rsidR="00D96EFB" w:rsidRDefault="00D96EFB">
      <w:r>
        <w:t>Enclosure</w:t>
      </w:r>
    </w:p>
    <w:sectPr w:rsidR="00D96EF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7BB" w:rsidRDefault="00C247BB" w:rsidP="002F5834">
      <w:r>
        <w:separator/>
      </w:r>
    </w:p>
  </w:endnote>
  <w:endnote w:type="continuationSeparator" w:id="0">
    <w:p w:rsidR="00C247BB" w:rsidRDefault="00C247BB" w:rsidP="002F5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834" w:rsidRDefault="002F5834">
    <w:pPr>
      <w:pStyle w:val="Footer"/>
    </w:pPr>
    <w:fldSimple w:instr=" FILENAME \* MERGEFORMAT ">
      <w:r>
        <w:rPr>
          <w:noProof/>
        </w:rPr>
        <w:t>Mahler_Ben_13D_Cover_Letter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7BB" w:rsidRDefault="00C247BB" w:rsidP="002F5834">
      <w:r>
        <w:separator/>
      </w:r>
    </w:p>
  </w:footnote>
  <w:footnote w:type="continuationSeparator" w:id="0">
    <w:p w:rsidR="00C247BB" w:rsidRDefault="00C247BB" w:rsidP="002F58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6A6"/>
    <w:rsid w:val="000A733B"/>
    <w:rsid w:val="002F5834"/>
    <w:rsid w:val="002F73B1"/>
    <w:rsid w:val="004F0543"/>
    <w:rsid w:val="005210EF"/>
    <w:rsid w:val="007366A6"/>
    <w:rsid w:val="007752F0"/>
    <w:rsid w:val="00C247BB"/>
    <w:rsid w:val="00D96EFB"/>
    <w:rsid w:val="00FF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2F730"/>
  <w15:chartTrackingRefBased/>
  <w15:docId w15:val="{65D6C588-1059-4596-90F5-4B9D347ED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10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10EF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2F58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5834"/>
  </w:style>
  <w:style w:type="paragraph" w:styleId="Footer">
    <w:name w:val="footer"/>
    <w:basedOn w:val="Normal"/>
    <w:link w:val="FooterChar"/>
    <w:uiPriority w:val="99"/>
    <w:unhideWhenUsed/>
    <w:rsid w:val="002F58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5834"/>
  </w:style>
  <w:style w:type="paragraph" w:styleId="NoSpacing">
    <w:name w:val="No Spacing"/>
    <w:uiPriority w:val="1"/>
    <w:qFormat/>
    <w:rsid w:val="000A733B"/>
  </w:style>
  <w:style w:type="table" w:styleId="TableGrid">
    <w:name w:val="Table Grid"/>
    <w:basedOn w:val="TableNormal"/>
    <w:uiPriority w:val="39"/>
    <w:rsid w:val="00D9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2F73B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4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m%20Mahler\Documents\Custom%20Office%20Templates\Mahler_Ben_13D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Mahler_Ben_13D_Letterhead_Template</Template>
  <TotalTime>43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 102 31X</dc:subject>
  <dc:creator>Ben Mahler</dc:creator>
  <cp:keywords>cover letter</cp:keywords>
  <dc:description/>
  <cp:lastModifiedBy>Mahler, Ben</cp:lastModifiedBy>
  <cp:revision>2</cp:revision>
  <dcterms:created xsi:type="dcterms:W3CDTF">2017-10-09T19:20:00Z</dcterms:created>
  <dcterms:modified xsi:type="dcterms:W3CDTF">2017-10-09T20:04:00Z</dcterms:modified>
</cp:coreProperties>
</file>